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B5FD9" w14:textId="77777777" w:rsidR="000719BB" w:rsidRDefault="000719BB" w:rsidP="006C2343">
      <w:pPr>
        <w:pStyle w:val="Titul2"/>
      </w:pPr>
    </w:p>
    <w:p w14:paraId="1C68DC22" w14:textId="77777777" w:rsidR="00826B7B" w:rsidRDefault="00826B7B" w:rsidP="006C2343">
      <w:pPr>
        <w:pStyle w:val="Titul2"/>
      </w:pPr>
    </w:p>
    <w:p w14:paraId="7DD1B5BA" w14:textId="77777777" w:rsidR="0035531B" w:rsidRPr="000719BB" w:rsidRDefault="0035531B" w:rsidP="0035531B">
      <w:pPr>
        <w:pStyle w:val="Titul2"/>
      </w:pPr>
      <w:r>
        <w:t>Díl 1</w:t>
      </w:r>
    </w:p>
    <w:p w14:paraId="7135954E"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FADD18A" w14:textId="77777777" w:rsidR="00AD0C7B" w:rsidRDefault="00AD0C7B" w:rsidP="00AD0C7B">
      <w:pPr>
        <w:pStyle w:val="Titul2"/>
      </w:pPr>
    </w:p>
    <w:p w14:paraId="3A4C6CE1" w14:textId="77777777" w:rsidR="00EB4ECA" w:rsidRDefault="00EB4ECA" w:rsidP="00EB4ECA">
      <w:pPr>
        <w:pStyle w:val="Titul2"/>
      </w:pPr>
      <w:r w:rsidRPr="006C2343">
        <w:t>Zhotovení stavby</w:t>
      </w:r>
      <w:r>
        <w:t xml:space="preserve"> - podlimitní</w:t>
      </w:r>
    </w:p>
    <w:p w14:paraId="20F9D419" w14:textId="77777777" w:rsidR="0035531B" w:rsidRDefault="0035531B" w:rsidP="00EB46E5">
      <w:pPr>
        <w:pStyle w:val="Titul2"/>
      </w:pPr>
    </w:p>
    <w:p w14:paraId="2B4A8D30" w14:textId="1814E29C" w:rsidR="000A6133" w:rsidRPr="00720F97" w:rsidRDefault="00FE6D2B" w:rsidP="000A6133">
      <w:pPr>
        <w:pStyle w:val="Titul2"/>
        <w:spacing w:after="80"/>
        <w:ind w:left="142" w:hanging="142"/>
        <w:rPr>
          <w:sz w:val="28"/>
          <w:szCs w:val="28"/>
        </w:rPr>
      </w:pPr>
      <w:r>
        <w:rPr>
          <w:sz w:val="28"/>
          <w:szCs w:val="28"/>
        </w:rPr>
        <w:t>„Zvýšení stability skalní</w:t>
      </w:r>
      <w:r w:rsidR="000A6133" w:rsidRPr="00720F97">
        <w:rPr>
          <w:sz w:val="28"/>
          <w:szCs w:val="28"/>
        </w:rPr>
        <w:t>ch mas</w:t>
      </w:r>
      <w:r>
        <w:rPr>
          <w:sz w:val="28"/>
          <w:szCs w:val="28"/>
        </w:rPr>
        <w:t>i</w:t>
      </w:r>
      <w:r w:rsidR="000A6133" w:rsidRPr="00720F97">
        <w:rPr>
          <w:sz w:val="28"/>
          <w:szCs w:val="28"/>
        </w:rPr>
        <w:t xml:space="preserve">vů na trati     Strakonice </w:t>
      </w:r>
      <w:r w:rsidR="000A6133">
        <w:rPr>
          <w:sz w:val="28"/>
          <w:szCs w:val="28"/>
        </w:rPr>
        <w:t>–</w:t>
      </w:r>
      <w:r w:rsidR="000A6133" w:rsidRPr="00720F97">
        <w:rPr>
          <w:sz w:val="28"/>
          <w:szCs w:val="28"/>
        </w:rPr>
        <w:t xml:space="preserve"> </w:t>
      </w:r>
      <w:r w:rsidR="000A6133">
        <w:rPr>
          <w:sz w:val="28"/>
          <w:szCs w:val="28"/>
        </w:rPr>
        <w:t>Volary,</w:t>
      </w:r>
      <w:r w:rsidR="000A6133" w:rsidRPr="00720F97">
        <w:rPr>
          <w:sz w:val="28"/>
          <w:szCs w:val="28"/>
        </w:rPr>
        <w:t xml:space="preserve"> 1.</w:t>
      </w:r>
      <w:r w:rsidR="00F508C0">
        <w:rPr>
          <w:sz w:val="28"/>
          <w:szCs w:val="28"/>
        </w:rPr>
        <w:t xml:space="preserve"> </w:t>
      </w:r>
      <w:r w:rsidR="000A6133" w:rsidRPr="00720F97">
        <w:rPr>
          <w:sz w:val="28"/>
          <w:szCs w:val="28"/>
        </w:rPr>
        <w:t xml:space="preserve">stavba“   </w:t>
      </w:r>
    </w:p>
    <w:p w14:paraId="66173690" w14:textId="6567DA75" w:rsidR="000A6133" w:rsidRDefault="000A6133" w:rsidP="000A6133">
      <w:pPr>
        <w:pStyle w:val="Titul2"/>
        <w:spacing w:after="0"/>
        <w:ind w:left="142" w:hanging="142"/>
        <w:rPr>
          <w:sz w:val="28"/>
          <w:szCs w:val="28"/>
        </w:rPr>
      </w:pPr>
      <w:r w:rsidRPr="00720F97">
        <w:rPr>
          <w:sz w:val="28"/>
          <w:szCs w:val="28"/>
        </w:rPr>
        <w:t>„Zvýšení stability skalních mas</w:t>
      </w:r>
      <w:r w:rsidR="00FE6D2B">
        <w:rPr>
          <w:sz w:val="28"/>
          <w:szCs w:val="28"/>
        </w:rPr>
        <w:t>i</w:t>
      </w:r>
      <w:bookmarkStart w:id="0" w:name="_GoBack"/>
      <w:bookmarkEnd w:id="0"/>
      <w:r w:rsidRPr="00720F97">
        <w:rPr>
          <w:sz w:val="28"/>
          <w:szCs w:val="28"/>
        </w:rPr>
        <w:t xml:space="preserve">vů na trati </w:t>
      </w:r>
    </w:p>
    <w:p w14:paraId="23952122" w14:textId="167B5559" w:rsidR="000A6133" w:rsidRPr="00720F97" w:rsidRDefault="000A6133" w:rsidP="000A6133">
      <w:pPr>
        <w:pStyle w:val="Titul2"/>
        <w:ind w:left="142" w:hanging="142"/>
        <w:rPr>
          <w:sz w:val="28"/>
          <w:szCs w:val="28"/>
        </w:rPr>
      </w:pPr>
      <w:r>
        <w:rPr>
          <w:sz w:val="28"/>
          <w:szCs w:val="28"/>
        </w:rPr>
        <w:t xml:space="preserve"> </w:t>
      </w:r>
      <w:r w:rsidRPr="00720F97">
        <w:rPr>
          <w:sz w:val="28"/>
          <w:szCs w:val="28"/>
        </w:rPr>
        <w:t>Strakonice -Volary, 2.</w:t>
      </w:r>
      <w:r w:rsidR="00F508C0">
        <w:rPr>
          <w:sz w:val="28"/>
          <w:szCs w:val="28"/>
        </w:rPr>
        <w:t xml:space="preserve"> </w:t>
      </w:r>
      <w:r w:rsidRPr="00720F97">
        <w:rPr>
          <w:sz w:val="28"/>
          <w:szCs w:val="28"/>
        </w:rPr>
        <w:t>stavba“</w:t>
      </w:r>
    </w:p>
    <w:p w14:paraId="2B24E1A1" w14:textId="77777777" w:rsidR="00AD0C7B" w:rsidRPr="006C2343" w:rsidRDefault="00AD0C7B" w:rsidP="00EB46E5">
      <w:pPr>
        <w:pStyle w:val="Titul2"/>
      </w:pPr>
    </w:p>
    <w:p w14:paraId="40F0B3E2" w14:textId="0FE93A78" w:rsidR="00F46EA7" w:rsidRDefault="00F46EA7" w:rsidP="00F46EA7">
      <w:pPr>
        <w:pStyle w:val="Text1-1"/>
        <w:numPr>
          <w:ilvl w:val="0"/>
          <w:numId w:val="0"/>
        </w:numPr>
        <w:tabs>
          <w:tab w:val="left" w:pos="708"/>
        </w:tabs>
        <w:ind w:left="737" w:hanging="737"/>
      </w:pPr>
      <w:r>
        <w:t xml:space="preserve">Č.j. </w:t>
      </w:r>
      <w:r w:rsidR="009F5B38">
        <w:t>11920/2020-SŽ-SSZ-OVZ</w:t>
      </w:r>
    </w:p>
    <w:p w14:paraId="6D31A922" w14:textId="77777777" w:rsidR="00826B7B" w:rsidRPr="006C2343" w:rsidRDefault="00826B7B" w:rsidP="006C2343">
      <w:pPr>
        <w:pStyle w:val="Titul2"/>
      </w:pPr>
    </w:p>
    <w:p w14:paraId="25327ADC" w14:textId="77777777" w:rsidR="006C2343" w:rsidRPr="006C2343" w:rsidRDefault="006C2343" w:rsidP="006C2343">
      <w:pPr>
        <w:pStyle w:val="Titul2"/>
      </w:pPr>
    </w:p>
    <w:p w14:paraId="1CA006FE" w14:textId="77777777" w:rsidR="00EB4ECA" w:rsidRDefault="00EB4ECA"/>
    <w:p w14:paraId="4238F32C" w14:textId="77777777" w:rsidR="00EB4ECA" w:rsidRDefault="00EB4ECA"/>
    <w:p w14:paraId="1DD5C1F8" w14:textId="77777777" w:rsidR="00EB4ECA" w:rsidRDefault="00EB4ECA"/>
    <w:p w14:paraId="2C7EF88C" w14:textId="77777777" w:rsidR="00EB4ECA" w:rsidRDefault="00EB4ECA"/>
    <w:p w14:paraId="1E11E835" w14:textId="77777777" w:rsidR="00826B7B" w:rsidRDefault="00826B7B" w:rsidP="00EB4ECA">
      <w:r>
        <w:br w:type="page"/>
      </w:r>
    </w:p>
    <w:p w14:paraId="3005E876" w14:textId="77777777" w:rsidR="00BD7E91" w:rsidRDefault="00BD7E91" w:rsidP="00FE4333">
      <w:pPr>
        <w:pStyle w:val="Nadpisbezsl1-1"/>
      </w:pPr>
      <w:r>
        <w:lastRenderedPageBreak/>
        <w:t>Obsah</w:t>
      </w:r>
      <w:r w:rsidR="00887F36">
        <w:t xml:space="preserve"> </w:t>
      </w:r>
    </w:p>
    <w:p w14:paraId="6DB3BAF9" w14:textId="389D0F25"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852A00">
          <w:rPr>
            <w:noProof/>
            <w:webHidden/>
          </w:rPr>
          <w:t>3</w:t>
        </w:r>
        <w:r w:rsidR="00CA1B90">
          <w:rPr>
            <w:noProof/>
            <w:webHidden/>
          </w:rPr>
          <w:fldChar w:fldCharType="end"/>
        </w:r>
      </w:hyperlink>
    </w:p>
    <w:p w14:paraId="2318E6EF" w14:textId="7B7F9225" w:rsidR="00CA1B90" w:rsidRDefault="00CE7F53">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852A00">
          <w:rPr>
            <w:noProof/>
            <w:webHidden/>
          </w:rPr>
          <w:t>3</w:t>
        </w:r>
        <w:r w:rsidR="00CA1B90">
          <w:rPr>
            <w:noProof/>
            <w:webHidden/>
          </w:rPr>
          <w:fldChar w:fldCharType="end"/>
        </w:r>
      </w:hyperlink>
    </w:p>
    <w:p w14:paraId="0D6017B3" w14:textId="4463B91A" w:rsidR="00CA1B90" w:rsidRDefault="00CE7F53">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852A00">
          <w:rPr>
            <w:noProof/>
            <w:webHidden/>
          </w:rPr>
          <w:t>4</w:t>
        </w:r>
        <w:r w:rsidR="00CA1B90">
          <w:rPr>
            <w:noProof/>
            <w:webHidden/>
          </w:rPr>
          <w:fldChar w:fldCharType="end"/>
        </w:r>
      </w:hyperlink>
    </w:p>
    <w:p w14:paraId="3A79DC55" w14:textId="482E663F" w:rsidR="00CA1B90" w:rsidRDefault="00CE7F53">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852A00">
          <w:rPr>
            <w:noProof/>
            <w:webHidden/>
          </w:rPr>
          <w:t>4</w:t>
        </w:r>
        <w:r w:rsidR="00CA1B90">
          <w:rPr>
            <w:noProof/>
            <w:webHidden/>
          </w:rPr>
          <w:fldChar w:fldCharType="end"/>
        </w:r>
      </w:hyperlink>
    </w:p>
    <w:p w14:paraId="70068C75" w14:textId="4B976B1C" w:rsidR="00CA1B90" w:rsidRDefault="00CE7F53">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852A00">
          <w:rPr>
            <w:noProof/>
            <w:webHidden/>
          </w:rPr>
          <w:t>4</w:t>
        </w:r>
        <w:r w:rsidR="00CA1B90">
          <w:rPr>
            <w:noProof/>
            <w:webHidden/>
          </w:rPr>
          <w:fldChar w:fldCharType="end"/>
        </w:r>
      </w:hyperlink>
    </w:p>
    <w:p w14:paraId="46474DB4" w14:textId="70AC467A" w:rsidR="00CA1B90" w:rsidRDefault="00CE7F53">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852A00">
          <w:rPr>
            <w:noProof/>
            <w:webHidden/>
          </w:rPr>
          <w:t>5</w:t>
        </w:r>
        <w:r w:rsidR="00CA1B90">
          <w:rPr>
            <w:noProof/>
            <w:webHidden/>
          </w:rPr>
          <w:fldChar w:fldCharType="end"/>
        </w:r>
      </w:hyperlink>
    </w:p>
    <w:p w14:paraId="387CCD21" w14:textId="76C69666" w:rsidR="00CA1B90" w:rsidRDefault="00CE7F53">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852A00">
          <w:rPr>
            <w:noProof/>
            <w:webHidden/>
          </w:rPr>
          <w:t>5</w:t>
        </w:r>
        <w:r w:rsidR="00CA1B90">
          <w:rPr>
            <w:noProof/>
            <w:webHidden/>
          </w:rPr>
          <w:fldChar w:fldCharType="end"/>
        </w:r>
      </w:hyperlink>
    </w:p>
    <w:p w14:paraId="26D6438E" w14:textId="6D563DE5" w:rsidR="00CA1B90" w:rsidRDefault="00CE7F53">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852A00">
          <w:rPr>
            <w:noProof/>
            <w:webHidden/>
          </w:rPr>
          <w:t>6</w:t>
        </w:r>
        <w:r w:rsidR="00CA1B90">
          <w:rPr>
            <w:noProof/>
            <w:webHidden/>
          </w:rPr>
          <w:fldChar w:fldCharType="end"/>
        </w:r>
      </w:hyperlink>
    </w:p>
    <w:p w14:paraId="04EA6CE4" w14:textId="05510634" w:rsidR="00CA1B90" w:rsidRDefault="00CE7F53">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852A00">
          <w:rPr>
            <w:noProof/>
            <w:webHidden/>
          </w:rPr>
          <w:t>13</w:t>
        </w:r>
        <w:r w:rsidR="00CA1B90">
          <w:rPr>
            <w:noProof/>
            <w:webHidden/>
          </w:rPr>
          <w:fldChar w:fldCharType="end"/>
        </w:r>
      </w:hyperlink>
    </w:p>
    <w:p w14:paraId="30601330" w14:textId="726699AC" w:rsidR="00CA1B90" w:rsidRDefault="00CE7F53">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852A00">
          <w:rPr>
            <w:noProof/>
            <w:webHidden/>
          </w:rPr>
          <w:t>15</w:t>
        </w:r>
        <w:r w:rsidR="00CA1B90">
          <w:rPr>
            <w:noProof/>
            <w:webHidden/>
          </w:rPr>
          <w:fldChar w:fldCharType="end"/>
        </w:r>
      </w:hyperlink>
    </w:p>
    <w:p w14:paraId="70CCE04B" w14:textId="72F6172A" w:rsidR="00CA1B90" w:rsidRDefault="00CE7F53">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852A00">
          <w:rPr>
            <w:noProof/>
            <w:webHidden/>
          </w:rPr>
          <w:t>15</w:t>
        </w:r>
        <w:r w:rsidR="00CA1B90">
          <w:rPr>
            <w:noProof/>
            <w:webHidden/>
          </w:rPr>
          <w:fldChar w:fldCharType="end"/>
        </w:r>
      </w:hyperlink>
    </w:p>
    <w:p w14:paraId="7EC57E80" w14:textId="6A4D64FD" w:rsidR="00CA1B90" w:rsidRDefault="00CE7F53">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852A00">
          <w:rPr>
            <w:noProof/>
            <w:webHidden/>
          </w:rPr>
          <w:t>16</w:t>
        </w:r>
        <w:r w:rsidR="00CA1B90">
          <w:rPr>
            <w:noProof/>
            <w:webHidden/>
          </w:rPr>
          <w:fldChar w:fldCharType="end"/>
        </w:r>
      </w:hyperlink>
    </w:p>
    <w:p w14:paraId="7992EC02" w14:textId="3CD5FEE5" w:rsidR="00CA1B90" w:rsidRDefault="00CE7F53">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852A00">
          <w:rPr>
            <w:noProof/>
            <w:webHidden/>
          </w:rPr>
          <w:t>18</w:t>
        </w:r>
        <w:r w:rsidR="00CA1B90">
          <w:rPr>
            <w:noProof/>
            <w:webHidden/>
          </w:rPr>
          <w:fldChar w:fldCharType="end"/>
        </w:r>
      </w:hyperlink>
    </w:p>
    <w:p w14:paraId="1474FE24" w14:textId="3CC700F8" w:rsidR="00CA1B90" w:rsidRDefault="00CE7F53">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VARIANTY NA</w:t>
        </w:r>
        <w:r w:rsidR="000A6133">
          <w:rPr>
            <w:rStyle w:val="Hypertextovodkaz"/>
          </w:rPr>
          <w:t>BÍDKY, VÝHRADA ZMĚNY DODAVATELE</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852A00">
          <w:rPr>
            <w:noProof/>
            <w:webHidden/>
          </w:rPr>
          <w:t>18</w:t>
        </w:r>
        <w:r w:rsidR="00CA1B90">
          <w:rPr>
            <w:noProof/>
            <w:webHidden/>
          </w:rPr>
          <w:fldChar w:fldCharType="end"/>
        </w:r>
      </w:hyperlink>
    </w:p>
    <w:p w14:paraId="674676D4" w14:textId="0ABF4880" w:rsidR="00CA1B90" w:rsidRDefault="00CE7F53">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852A00">
          <w:rPr>
            <w:noProof/>
            <w:webHidden/>
          </w:rPr>
          <w:t>19</w:t>
        </w:r>
        <w:r w:rsidR="00CA1B90">
          <w:rPr>
            <w:noProof/>
            <w:webHidden/>
          </w:rPr>
          <w:fldChar w:fldCharType="end"/>
        </w:r>
      </w:hyperlink>
    </w:p>
    <w:p w14:paraId="1549955C" w14:textId="1419AFC0" w:rsidR="00CA1B90" w:rsidRDefault="00CE7F53">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852A00">
          <w:rPr>
            <w:noProof/>
            <w:webHidden/>
          </w:rPr>
          <w:t>19</w:t>
        </w:r>
        <w:r w:rsidR="00CA1B90">
          <w:rPr>
            <w:noProof/>
            <w:webHidden/>
          </w:rPr>
          <w:fldChar w:fldCharType="end"/>
        </w:r>
      </w:hyperlink>
    </w:p>
    <w:p w14:paraId="42F3A4F1" w14:textId="7217CC1E" w:rsidR="00CA1B90" w:rsidRDefault="00CE7F53">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852A00">
          <w:rPr>
            <w:noProof/>
            <w:webHidden/>
          </w:rPr>
          <w:t>20</w:t>
        </w:r>
        <w:r w:rsidR="00CA1B90">
          <w:rPr>
            <w:noProof/>
            <w:webHidden/>
          </w:rPr>
          <w:fldChar w:fldCharType="end"/>
        </w:r>
      </w:hyperlink>
    </w:p>
    <w:p w14:paraId="180B8613" w14:textId="60CDE601" w:rsidR="00CA1B90" w:rsidRDefault="00CE7F53">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852A00">
          <w:rPr>
            <w:noProof/>
            <w:webHidden/>
          </w:rPr>
          <w:t>20</w:t>
        </w:r>
        <w:r w:rsidR="00CA1B90">
          <w:rPr>
            <w:noProof/>
            <w:webHidden/>
          </w:rPr>
          <w:fldChar w:fldCharType="end"/>
        </w:r>
      </w:hyperlink>
    </w:p>
    <w:p w14:paraId="0D23362F" w14:textId="7EB1EB1D" w:rsidR="00CA1B90" w:rsidRDefault="00CE7F53">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852A00">
          <w:rPr>
            <w:noProof/>
            <w:webHidden/>
          </w:rPr>
          <w:t>21</w:t>
        </w:r>
        <w:r w:rsidR="00CA1B90">
          <w:rPr>
            <w:noProof/>
            <w:webHidden/>
          </w:rPr>
          <w:fldChar w:fldCharType="end"/>
        </w:r>
      </w:hyperlink>
    </w:p>
    <w:p w14:paraId="1AE27428" w14:textId="2E01309C" w:rsidR="00CA1B90" w:rsidRDefault="00CE7F53">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852A00">
          <w:rPr>
            <w:noProof/>
            <w:webHidden/>
          </w:rPr>
          <w:t>22</w:t>
        </w:r>
        <w:r w:rsidR="00CA1B90">
          <w:rPr>
            <w:noProof/>
            <w:webHidden/>
          </w:rPr>
          <w:fldChar w:fldCharType="end"/>
        </w:r>
      </w:hyperlink>
    </w:p>
    <w:p w14:paraId="7C8ED627" w14:textId="27415565" w:rsidR="00CA1B90" w:rsidRDefault="00CE7F53">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852A00">
          <w:rPr>
            <w:noProof/>
            <w:webHidden/>
          </w:rPr>
          <w:t>22</w:t>
        </w:r>
        <w:r w:rsidR="00CA1B90">
          <w:rPr>
            <w:noProof/>
            <w:webHidden/>
          </w:rPr>
          <w:fldChar w:fldCharType="end"/>
        </w:r>
      </w:hyperlink>
    </w:p>
    <w:p w14:paraId="0EBA9C25" w14:textId="77777777" w:rsidR="00AD0C7B" w:rsidRPr="001472A9" w:rsidRDefault="00BD7E91" w:rsidP="001472A9">
      <w:pPr>
        <w:spacing w:line="360" w:lineRule="auto"/>
        <w:rPr>
          <w:sz w:val="16"/>
          <w:szCs w:val="16"/>
        </w:rPr>
      </w:pPr>
      <w:r w:rsidRPr="001472A9">
        <w:rPr>
          <w:sz w:val="16"/>
          <w:szCs w:val="16"/>
        </w:rPr>
        <w:fldChar w:fldCharType="end"/>
      </w:r>
    </w:p>
    <w:p w14:paraId="2804E23A" w14:textId="77777777" w:rsidR="00AD0C7B" w:rsidRDefault="00AD0C7B">
      <w:r>
        <w:br w:type="page"/>
      </w:r>
    </w:p>
    <w:p w14:paraId="5E679A0B" w14:textId="77777777" w:rsidR="0035531B" w:rsidRDefault="0035531B" w:rsidP="0035531B">
      <w:pPr>
        <w:pStyle w:val="Nadpis1-1"/>
      </w:pPr>
      <w:bookmarkStart w:id="1" w:name="_Toc34047330"/>
      <w:bookmarkStart w:id="2" w:name="_Toc389559699"/>
      <w:bookmarkStart w:id="3" w:name="_Toc397429847"/>
      <w:bookmarkStart w:id="4" w:name="_Ref433028040"/>
      <w:bookmarkStart w:id="5" w:name="_Toc1048197"/>
      <w:r>
        <w:lastRenderedPageBreak/>
        <w:t>ÚVODNÍ USTANOVENÍ</w:t>
      </w:r>
      <w:bookmarkEnd w:id="1"/>
    </w:p>
    <w:p w14:paraId="478D831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AEA12AC"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0DB0EC1"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ED1B36B"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DDCD74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C3B9C9B"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55F3A9A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FC0EA45" w14:textId="77777777" w:rsidR="0035531B" w:rsidRDefault="0035531B" w:rsidP="0035531B">
      <w:pPr>
        <w:pStyle w:val="Nadpis1-1"/>
      </w:pPr>
      <w:bookmarkStart w:id="6" w:name="_Toc34047331"/>
      <w:r>
        <w:t>IDENTIFIKAČNÍ ÚDAJE ZADAVATELE</w:t>
      </w:r>
      <w:bookmarkEnd w:id="6"/>
    </w:p>
    <w:p w14:paraId="26E86183"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3BF1AF97" w14:textId="77777777" w:rsidR="0035531B" w:rsidRDefault="0035531B" w:rsidP="0035531B">
      <w:pPr>
        <w:pStyle w:val="Textbezslovn"/>
        <w:spacing w:after="0"/>
      </w:pPr>
      <w:r>
        <w:t>sídlo: Dlážděná 1003/7, Praha 1, Nové Město, PSČ 110 00</w:t>
      </w:r>
    </w:p>
    <w:p w14:paraId="41E9F4E5"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764C225" w14:textId="77777777" w:rsidR="0035531B" w:rsidRDefault="0035531B" w:rsidP="0035531B">
      <w:pPr>
        <w:pStyle w:val="Textbezslovn"/>
        <w:spacing w:after="0"/>
      </w:pPr>
      <w:r>
        <w:t>IČO: 70994234</w:t>
      </w:r>
    </w:p>
    <w:p w14:paraId="7F78CDD2" w14:textId="77777777" w:rsidR="0035531B" w:rsidRDefault="0035531B" w:rsidP="0035531B">
      <w:pPr>
        <w:pStyle w:val="Textbezslovn"/>
        <w:spacing w:after="0"/>
      </w:pPr>
      <w:r>
        <w:t>DIČ: CZ70994234</w:t>
      </w:r>
    </w:p>
    <w:p w14:paraId="587CDCF6" w14:textId="77777777" w:rsidR="0035531B" w:rsidRDefault="0035531B" w:rsidP="0035531B">
      <w:pPr>
        <w:pStyle w:val="Textbezslovn"/>
        <w:spacing w:after="0"/>
      </w:pPr>
      <w:r>
        <w:t>Identifikátor datové schránky: uccchjm</w:t>
      </w:r>
    </w:p>
    <w:p w14:paraId="4935A3F5"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9DFB8A2" w14:textId="77777777" w:rsidR="0035531B" w:rsidRDefault="0035531B" w:rsidP="0035531B">
      <w:pPr>
        <w:pStyle w:val="Textbezslovn"/>
      </w:pPr>
      <w:r w:rsidRPr="000174E8">
        <w:tab/>
      </w:r>
      <w:r w:rsidRPr="000174E8">
        <w:tab/>
      </w:r>
    </w:p>
    <w:p w14:paraId="06BAF566" w14:textId="77777777" w:rsidR="0035531B" w:rsidRDefault="0035531B" w:rsidP="0035531B">
      <w:pPr>
        <w:pStyle w:val="Nadpis1-1"/>
      </w:pPr>
      <w:bookmarkStart w:id="7" w:name="_Toc34047332"/>
      <w:r>
        <w:lastRenderedPageBreak/>
        <w:t>KOMUNIKACE MEZI ZADAVATELEM</w:t>
      </w:r>
      <w:r w:rsidR="00845C50">
        <w:t xml:space="preserve"> a </w:t>
      </w:r>
      <w:r>
        <w:t>DODAVATELEM</w:t>
      </w:r>
      <w:bookmarkEnd w:id="7"/>
      <w:r>
        <w:t xml:space="preserve"> </w:t>
      </w:r>
    </w:p>
    <w:p w14:paraId="4D64F5AA"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53149A9" w14:textId="3F38BBF2" w:rsidR="0035531B" w:rsidRDefault="0035531B" w:rsidP="0035531B">
      <w:pPr>
        <w:pStyle w:val="Text1-1"/>
      </w:pPr>
      <w:r>
        <w:t xml:space="preserve">Kontaktní osobou zadavatele pro </w:t>
      </w:r>
      <w:r w:rsidR="009531C1">
        <w:t xml:space="preserve">výběrové </w:t>
      </w:r>
      <w:r>
        <w:t xml:space="preserve">řízení je: </w:t>
      </w:r>
      <w:r w:rsidR="009F5B38">
        <w:t>Ing. Michael Dobrý</w:t>
      </w:r>
    </w:p>
    <w:p w14:paraId="3EE39623" w14:textId="03B574D5" w:rsidR="0035531B" w:rsidRDefault="0035531B" w:rsidP="0035531B">
      <w:pPr>
        <w:pStyle w:val="Textbezslovn"/>
        <w:spacing w:after="0"/>
      </w:pPr>
      <w:r>
        <w:t xml:space="preserve">telefon: </w:t>
      </w:r>
      <w:r>
        <w:tab/>
      </w:r>
      <w:r w:rsidR="009F5B38" w:rsidRPr="005F2A1F">
        <w:t xml:space="preserve">+420 972 244 </w:t>
      </w:r>
      <w:r w:rsidR="009F5B38">
        <w:t>623</w:t>
      </w:r>
    </w:p>
    <w:p w14:paraId="0DD1CFC8" w14:textId="591DF86D" w:rsidR="009F5B38" w:rsidRDefault="0035531B" w:rsidP="009F5B38">
      <w:pPr>
        <w:pStyle w:val="Textbezslovn"/>
        <w:spacing w:after="0"/>
        <w:rPr>
          <w:rStyle w:val="Hypertextovodkaz"/>
          <w:rFonts w:ascii="Verdana" w:hAnsi="Verdana" w:cs="Calibri"/>
        </w:rPr>
      </w:pPr>
      <w:r>
        <w:t xml:space="preserve">e-mail: </w:t>
      </w:r>
      <w:r>
        <w:tab/>
      </w:r>
      <w:hyperlink r:id="rId12" w:history="1">
        <w:r w:rsidR="009F5B38" w:rsidRPr="00A8049E">
          <w:rPr>
            <w:rStyle w:val="Hypertextovodkaz"/>
            <w:rFonts w:ascii="Verdana" w:hAnsi="Verdana" w:cs="Calibri"/>
          </w:rPr>
          <w:t>dobry@szdc.cz</w:t>
        </w:r>
      </w:hyperlink>
    </w:p>
    <w:p w14:paraId="14C9BC91" w14:textId="77777777" w:rsidR="009F5B38" w:rsidRDefault="0035531B" w:rsidP="009F5B38">
      <w:pPr>
        <w:pStyle w:val="Textbezslovn"/>
        <w:spacing w:after="0" w:line="240" w:lineRule="auto"/>
      </w:pPr>
      <w:r>
        <w:t xml:space="preserve">adresa: </w:t>
      </w:r>
      <w:r>
        <w:tab/>
      </w:r>
      <w:r w:rsidR="009F5B38" w:rsidRPr="004069DC">
        <w:t>Správa železnic, státní organizace</w:t>
      </w:r>
    </w:p>
    <w:p w14:paraId="1A53C34C" w14:textId="77777777" w:rsidR="009F5B38" w:rsidRDefault="009F5B38" w:rsidP="009F5B38">
      <w:pPr>
        <w:pStyle w:val="Textbezslovn"/>
        <w:spacing w:after="0" w:line="240" w:lineRule="auto"/>
      </w:pPr>
      <w:r>
        <w:tab/>
      </w:r>
      <w:r>
        <w:tab/>
      </w:r>
      <w:r w:rsidRPr="00513C9D">
        <w:t>Stavební správa západ</w:t>
      </w:r>
    </w:p>
    <w:p w14:paraId="1A77EC11" w14:textId="77777777" w:rsidR="009F5B38" w:rsidRDefault="009F5B38" w:rsidP="009F5B38">
      <w:pPr>
        <w:pStyle w:val="Textbezslovn"/>
        <w:spacing w:after="0" w:line="240" w:lineRule="auto"/>
      </w:pPr>
      <w:r>
        <w:tab/>
      </w:r>
      <w:r>
        <w:tab/>
        <w:t>Sokolovská 1955/278</w:t>
      </w:r>
    </w:p>
    <w:p w14:paraId="05A7F729" w14:textId="77777777" w:rsidR="009F5B38" w:rsidRDefault="009F5B38" w:rsidP="009F5B38">
      <w:pPr>
        <w:pStyle w:val="Textbezslovn"/>
        <w:spacing w:after="0" w:line="240" w:lineRule="auto"/>
      </w:pPr>
      <w:r>
        <w:tab/>
      </w:r>
      <w:r>
        <w:tab/>
        <w:t>190 00 Praha 9</w:t>
      </w:r>
    </w:p>
    <w:p w14:paraId="6ED0ACFB" w14:textId="26F3A090" w:rsidR="0035531B" w:rsidRDefault="009F5B38" w:rsidP="009F5B38">
      <w:pPr>
        <w:pStyle w:val="Textbezslovn"/>
        <w:spacing w:after="0"/>
      </w:pPr>
      <w:r>
        <w:t xml:space="preserve"> </w:t>
      </w:r>
    </w:p>
    <w:p w14:paraId="56891ABC" w14:textId="2AA828FC" w:rsidR="0035531B" w:rsidRDefault="0035531B" w:rsidP="0035531B">
      <w:pPr>
        <w:pStyle w:val="Nadpis1-1"/>
      </w:pPr>
      <w:bookmarkStart w:id="8" w:name="_Toc34047333"/>
      <w:r>
        <w:t>ÚČEL</w:t>
      </w:r>
      <w:r w:rsidR="00845C50">
        <w:t xml:space="preserve"> </w:t>
      </w:r>
      <w:r w:rsidR="00776A8A">
        <w:t>A</w:t>
      </w:r>
      <w:r w:rsidR="00845C50">
        <w:t> </w:t>
      </w:r>
      <w:r>
        <w:t>PŘEDMĚT PLNĚNÍ VEŘEJNÉ ZAKÁZKY</w:t>
      </w:r>
      <w:bookmarkEnd w:id="8"/>
    </w:p>
    <w:p w14:paraId="64D37A62" w14:textId="77777777" w:rsidR="0035531B" w:rsidRDefault="0035531B" w:rsidP="0035531B">
      <w:pPr>
        <w:pStyle w:val="Text1-1"/>
      </w:pPr>
      <w:r>
        <w:t>Účel veřejné zakázky</w:t>
      </w:r>
    </w:p>
    <w:p w14:paraId="200AE482" w14:textId="77777777" w:rsidR="0035531B" w:rsidRDefault="000A6133" w:rsidP="000A6133">
      <w:pPr>
        <w:pStyle w:val="Textbezslovn"/>
        <w:ind w:left="709"/>
      </w:pPr>
      <w:r w:rsidRPr="000A6133">
        <w:t>Hlavním účelem veřejné zakázky je zajištění bezpečnosti a plynulosti na provozované t</w:t>
      </w:r>
      <w:r>
        <w:t>rati č. 198 Strakonice - Volary</w:t>
      </w:r>
      <w:r w:rsidRPr="000A6133">
        <w:t xml:space="preserve"> proti padajícímu kamení a horninových úlomků až bloků z přilehlých strmých svahů do provozovaných kolejí a eliminace vzniku škod na majetku a zařízeních ve správě Správy železnic, státní organizace. Zachování současného technického stavu by znamenalo častý výskyt mimořádností a z nich plynoucí nutná provozní opatření ze strany správce infrastruktury (např. dočasné zastavení provozu na trati). Sanační zásah je nutný z důvodů ochrany cestujících a zachování drážní dopravy.</w:t>
      </w:r>
    </w:p>
    <w:p w14:paraId="5CED2013" w14:textId="77777777" w:rsidR="0035531B" w:rsidRDefault="0035531B" w:rsidP="0035531B">
      <w:pPr>
        <w:pStyle w:val="Text1-1"/>
      </w:pPr>
      <w:r>
        <w:t>Předmět plnění veřejné zakázky</w:t>
      </w:r>
    </w:p>
    <w:p w14:paraId="0FF4525F" w14:textId="04275A2D" w:rsidR="000A6133" w:rsidRDefault="000A6133" w:rsidP="000A6133">
      <w:pPr>
        <w:pStyle w:val="Textbezslovn"/>
      </w:pPr>
      <w:r>
        <w:t xml:space="preserve">Předmětem díla je zhotovení stavby a vypracování dokumentace skutečného provedení stavby „Zvýšení stability skalních masivů na trati Strakonice - Volary, 1. stavba“ a „Zvýšení stability skalních masivů na trati Strakonice - Volary, 2. stavba“. </w:t>
      </w:r>
    </w:p>
    <w:p w14:paraId="2B08B558" w14:textId="77777777" w:rsidR="0035531B" w:rsidRDefault="000A6133" w:rsidP="000A6133">
      <w:pPr>
        <w:pStyle w:val="Textbezslovn"/>
      </w:pPr>
      <w:r>
        <w:t>Rozsah díla je dán schválenou dokumentací pro stavební povolení stavby. Zhotovení stavby bude provedeno v rozsahu zadávací a schválené projektové dokumentace. Po realizaci bude zhotovena dokumentace skutečného provedení dle příslušné SoD a obchodních podmínek.</w:t>
      </w:r>
    </w:p>
    <w:p w14:paraId="0821B89B"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0B3B84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59B218F8" w14:textId="77777777" w:rsidR="0035531B" w:rsidRDefault="0035531B" w:rsidP="006F6B09">
      <w:pPr>
        <w:pStyle w:val="Nadpis1-1"/>
      </w:pPr>
      <w:bookmarkStart w:id="9" w:name="_Toc34047334"/>
      <w:r>
        <w:t>ZDROJE FINANCOVÁNÍ</w:t>
      </w:r>
      <w:r w:rsidR="00845C50">
        <w:t xml:space="preserve"> </w:t>
      </w:r>
      <w:r w:rsidR="00776A8A">
        <w:t>A</w:t>
      </w:r>
      <w:r w:rsidR="00845C50">
        <w:t> </w:t>
      </w:r>
      <w:r>
        <w:t>PŘEDPOKLÁDANÁ HODNOTA VEŘEJNÉ ZAKÁZKY</w:t>
      </w:r>
      <w:bookmarkEnd w:id="9"/>
    </w:p>
    <w:p w14:paraId="2074C860" w14:textId="77777777" w:rsidR="007354E9" w:rsidRDefault="007354E9" w:rsidP="007354E9">
      <w:pPr>
        <w:pStyle w:val="Text1-1"/>
      </w:pPr>
      <w:r>
        <w:t>Předpokládá se financování této veřejné zakázky z prostředků České republiky - Státního fondu dopravní infrastruktury.</w:t>
      </w:r>
    </w:p>
    <w:p w14:paraId="3B37BC07" w14:textId="79C1CBF0"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1AB9C1DB" w14:textId="430DECFF" w:rsidR="006A7773" w:rsidRDefault="006A7773" w:rsidP="007354E9">
      <w:pPr>
        <w:pStyle w:val="Text1-1"/>
      </w:pPr>
      <w:r w:rsidRPr="007354E9">
        <w:t xml:space="preserve">Předpokládaná hodnota veřejné zakázky činí </w:t>
      </w:r>
      <w:r w:rsidR="009F5B38">
        <w:rPr>
          <w:b/>
        </w:rPr>
        <w:t>83 254 262</w:t>
      </w:r>
      <w:r>
        <w:rPr>
          <w:b/>
        </w:rPr>
        <w:t xml:space="preserve">,- </w:t>
      </w:r>
      <w:r w:rsidRPr="007354E9">
        <w:t>Kč (bez DPH)</w:t>
      </w:r>
      <w:r>
        <w:t>.</w:t>
      </w:r>
    </w:p>
    <w:p w14:paraId="64353860" w14:textId="77777777" w:rsidR="0035531B" w:rsidRDefault="0035531B" w:rsidP="006F6B09">
      <w:pPr>
        <w:pStyle w:val="Nadpis1-1"/>
      </w:pPr>
      <w:bookmarkStart w:id="10" w:name="_Toc34047335"/>
      <w:r>
        <w:lastRenderedPageBreak/>
        <w:t>OBSAH ZADÁVACÍ DOKUMENTACE</w:t>
      </w:r>
      <w:bookmarkEnd w:id="10"/>
      <w:r>
        <w:t xml:space="preserve"> </w:t>
      </w:r>
    </w:p>
    <w:p w14:paraId="68C0A0ED" w14:textId="77777777" w:rsidR="0035531B" w:rsidRDefault="00FD39DE" w:rsidP="00FD39DE">
      <w:pPr>
        <w:pStyle w:val="Text1-1"/>
      </w:pPr>
      <w:r w:rsidRPr="00FD39DE">
        <w:t>Zadávací dokumentace obsahuje následující dokumenty</w:t>
      </w:r>
      <w:r w:rsidR="0035531B">
        <w:t xml:space="preserve">: </w:t>
      </w:r>
    </w:p>
    <w:p w14:paraId="40EA8D13"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0132D7B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68B2C3A"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42C7A3F"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695AABAC" w14:textId="77777777" w:rsidR="00FD39DE" w:rsidRPr="00261383" w:rsidRDefault="00F82674" w:rsidP="00F82674">
      <w:pPr>
        <w:pStyle w:val="Textbezslovn"/>
        <w:tabs>
          <w:tab w:val="left" w:pos="1701"/>
        </w:tabs>
        <w:spacing w:after="0"/>
        <w:ind w:left="1701" w:hanging="964"/>
      </w:pPr>
      <w:r>
        <w:t>Část 1</w:t>
      </w:r>
      <w:r>
        <w:tab/>
        <w:t>Komentář k soupisu prací</w:t>
      </w:r>
    </w:p>
    <w:p w14:paraId="5678D38E" w14:textId="77777777" w:rsidR="0035531B" w:rsidRDefault="00F82674" w:rsidP="00FD39DE">
      <w:pPr>
        <w:pStyle w:val="Textbezslovn"/>
        <w:tabs>
          <w:tab w:val="left" w:pos="1701"/>
        </w:tabs>
        <w:ind w:left="1701" w:hanging="964"/>
      </w:pPr>
      <w:r>
        <w:t>Část 2</w:t>
      </w:r>
      <w:r w:rsidR="00FD39DE" w:rsidRPr="00261383">
        <w:tab/>
        <w:t xml:space="preserve">Soupis prací členěný dle </w:t>
      </w:r>
      <w:r w:rsidR="00263CBA">
        <w:t>SO a PS</w:t>
      </w:r>
      <w:r w:rsidR="0035531B">
        <w:t xml:space="preserve"> </w:t>
      </w:r>
    </w:p>
    <w:p w14:paraId="7458C1E7" w14:textId="77777777" w:rsidR="0035531B" w:rsidRDefault="00FD39DE" w:rsidP="00D45947">
      <w:pPr>
        <w:pStyle w:val="Text1-1"/>
      </w:pPr>
      <w:r>
        <w:t>Zadávací dokumentace je přístupná na profilu zadavatele: https://zakazky.szdc.cz/</w:t>
      </w:r>
      <w:r w:rsidR="0035531B">
        <w:t>.</w:t>
      </w:r>
    </w:p>
    <w:p w14:paraId="0C13BA86"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14:paraId="6BE7670A" w14:textId="77777777" w:rsidR="0035531B" w:rsidRDefault="0035531B" w:rsidP="005A3D2F">
      <w:pPr>
        <w:pStyle w:val="Text1-1"/>
        <w:numPr>
          <w:ilvl w:val="0"/>
          <w:numId w:val="0"/>
        </w:numPr>
        <w:spacing w:after="0"/>
        <w:ind w:left="737"/>
      </w:pPr>
    </w:p>
    <w:p w14:paraId="2768EBF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F31039F" w14:textId="77777777"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1664E100" w14:textId="77777777" w:rsidR="000602CB" w:rsidRPr="000602CB" w:rsidRDefault="000602CB" w:rsidP="000602CB">
      <w:pPr>
        <w:pStyle w:val="Text1-1"/>
        <w:numPr>
          <w:ilvl w:val="0"/>
          <w:numId w:val="31"/>
        </w:numPr>
      </w:pPr>
      <w:r>
        <w:t xml:space="preserve">Dokumentace pro stavební povolení - </w:t>
      </w:r>
      <w:r w:rsidRPr="000602CB">
        <w:t>Tým dopravního inženýrství s.r.o., Moskevská 532/60, 101 00 Praha 10 – Vršovice, I</w:t>
      </w:r>
      <w:r>
        <w:t>Č: 24831832</w:t>
      </w:r>
      <w:r w:rsidR="0070052C">
        <w:t>,</w:t>
      </w:r>
    </w:p>
    <w:p w14:paraId="371888C1" w14:textId="77777777" w:rsidR="000602CB" w:rsidRPr="008513D8" w:rsidRDefault="000602CB" w:rsidP="000602CB">
      <w:pPr>
        <w:pStyle w:val="Text1-1"/>
        <w:numPr>
          <w:ilvl w:val="0"/>
          <w:numId w:val="31"/>
        </w:numPr>
      </w:pPr>
      <w:r>
        <w:t xml:space="preserve">Dokumentace pro stavební povolení - </w:t>
      </w:r>
      <w:r w:rsidRPr="000602CB">
        <w:t>STRIX inženýring spol. s.r.o., 28. října 1081/19, Chomutov 430 01, IČ: 25435396</w:t>
      </w:r>
      <w:r w:rsidR="0070052C">
        <w:t>,</w:t>
      </w:r>
    </w:p>
    <w:p w14:paraId="43432017" w14:textId="77777777" w:rsidR="0035531B" w:rsidRDefault="00FD39DE" w:rsidP="00D45947">
      <w:pPr>
        <w:pStyle w:val="Text1-1"/>
      </w:pPr>
      <w:r>
        <w:t>Pro vyloučení pochybností zadavatel uvádí, že ohledně této veřejné zakázky nevedl předběžné tržní konzultace.</w:t>
      </w:r>
      <w:r w:rsidR="0035531B">
        <w:t xml:space="preserve"> </w:t>
      </w:r>
    </w:p>
    <w:p w14:paraId="0132F33E" w14:textId="77777777" w:rsidR="0035531B" w:rsidRDefault="0035531B" w:rsidP="00CC4380">
      <w:pPr>
        <w:pStyle w:val="Nadpis1-1"/>
      </w:pPr>
      <w:bookmarkStart w:id="11" w:name="_Toc34047336"/>
      <w:r>
        <w:t>VYSVĚTLENÍ, ZMĚNY</w:t>
      </w:r>
      <w:r w:rsidR="00845C50">
        <w:t xml:space="preserve"> </w:t>
      </w:r>
      <w:r w:rsidR="00776A8A">
        <w:t>A</w:t>
      </w:r>
      <w:r w:rsidR="00845C50">
        <w:t> </w:t>
      </w:r>
      <w:r>
        <w:t>DOPLNĚNÍ ZADÁVACÍ DOKUMENTACE</w:t>
      </w:r>
      <w:bookmarkEnd w:id="11"/>
      <w:r>
        <w:t xml:space="preserve"> </w:t>
      </w:r>
    </w:p>
    <w:p w14:paraId="1AAA3FAF" w14:textId="31EBD015"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6A7773">
        <w:rPr>
          <w:b/>
        </w:rPr>
        <w:t>6</w:t>
      </w:r>
      <w:r w:rsidRPr="007366CD">
        <w:rPr>
          <w:b/>
        </w:rPr>
        <w:t xml:space="preserve"> pracovní</w:t>
      </w:r>
      <w:r w:rsidR="00F53FC4">
        <w:rPr>
          <w:b/>
        </w:rPr>
        <w:t>ch</w:t>
      </w:r>
      <w:r w:rsidRPr="007366CD">
        <w:rPr>
          <w:b/>
        </w:rPr>
        <w:t xml:space="preserve"> dn</w:t>
      </w:r>
      <w:r w:rsidR="00F53FC4">
        <w:rPr>
          <w:b/>
        </w:rPr>
        <w:t>ů</w:t>
      </w:r>
      <w:r w:rsidRPr="007366CD">
        <w:t xml:space="preserve"> před uplynutím lhůty pro podání nabídek</w:t>
      </w:r>
      <w:r w:rsidR="00693188" w:rsidRPr="007366CD">
        <w:t>, jinak zadavatel není povinen vysvětlení poskytnout</w:t>
      </w:r>
      <w:r w:rsidRPr="007366CD">
        <w:t>.</w:t>
      </w:r>
    </w:p>
    <w:p w14:paraId="1059CBDC" w14:textId="7862F9B2" w:rsidR="0035531B" w:rsidRDefault="00FD39DE" w:rsidP="00FD39DE">
      <w:pPr>
        <w:pStyle w:val="Text1-1"/>
      </w:pPr>
      <w:r w:rsidRPr="007366CD">
        <w:t xml:space="preserve">Zadavatel poskytne vysvětlení zadávací dokumentace </w:t>
      </w:r>
      <w:r w:rsidR="000602CB">
        <w:rPr>
          <w:b/>
        </w:rPr>
        <w:t xml:space="preserve">nejpozději do </w:t>
      </w:r>
      <w:r w:rsidR="006A7773">
        <w:rPr>
          <w:b/>
        </w:rPr>
        <w:t>3</w:t>
      </w:r>
      <w:r w:rsidR="00B07880" w:rsidRPr="000602CB">
        <w:rPr>
          <w:b/>
        </w:rPr>
        <w:t xml:space="preserve"> </w:t>
      </w:r>
      <w:r w:rsidRPr="000602CB">
        <w:rPr>
          <w:b/>
        </w:rPr>
        <w:t xml:space="preserve">pracovních dnů </w:t>
      </w:r>
      <w:r w:rsidRPr="007366CD">
        <w:t>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6A7773">
        <w:t>3</w:t>
      </w:r>
      <w:r w:rsidR="00693188">
        <w:t xml:space="preserve"> pracovní dny před uplynutím lhůty pro podání nabídek.</w:t>
      </w:r>
    </w:p>
    <w:p w14:paraId="5FEE6723" w14:textId="77777777" w:rsidR="0035531B" w:rsidRDefault="00FD39DE" w:rsidP="0070052C">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57F7925A"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FB666C1" w14:textId="77777777"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390CEB6" w14:textId="77777777" w:rsidR="0035531B" w:rsidRDefault="0035531B" w:rsidP="00CC4380">
      <w:pPr>
        <w:pStyle w:val="Nadpis1-1"/>
      </w:pPr>
      <w:bookmarkStart w:id="12" w:name="_Toc34047337"/>
      <w:r>
        <w:t>POŽADAVKY ZADAVATELE NA KVALIFIKACI</w:t>
      </w:r>
      <w:bookmarkEnd w:id="12"/>
    </w:p>
    <w:p w14:paraId="0556D25F" w14:textId="77777777" w:rsidR="0035531B" w:rsidRDefault="00FD39DE" w:rsidP="00FD39DE">
      <w:pPr>
        <w:pStyle w:val="Text1-1"/>
      </w:pPr>
      <w:r w:rsidRPr="00FD39DE">
        <w:t>Dodavatelé jsou povinni prokázat splnění kvalifikace za podmínek stanovených v této Výzvě</w:t>
      </w:r>
      <w:r w:rsidR="0035531B">
        <w:t>.</w:t>
      </w:r>
    </w:p>
    <w:p w14:paraId="6ED1271A" w14:textId="77777777" w:rsidR="0035531B" w:rsidRPr="00CC4380" w:rsidRDefault="0035531B" w:rsidP="0035531B">
      <w:pPr>
        <w:pStyle w:val="Text1-1"/>
        <w:rPr>
          <w:rStyle w:val="Tun9b"/>
        </w:rPr>
      </w:pPr>
      <w:r w:rsidRPr="00CC4380">
        <w:rPr>
          <w:rStyle w:val="Tun9b"/>
        </w:rPr>
        <w:t>Prokázání splnění základní způsobilosti</w:t>
      </w:r>
    </w:p>
    <w:p w14:paraId="68D6112C" w14:textId="77777777" w:rsidR="0035531B" w:rsidRDefault="00FD39DE" w:rsidP="00FD39DE">
      <w:pPr>
        <w:pStyle w:val="Odrka1-1"/>
      </w:pPr>
      <w:r w:rsidRPr="00FD39DE">
        <w:t>Zadavatel požaduje prokázání základní způsobilosti. Způsobilým není dodavatel, který</w:t>
      </w:r>
      <w:r>
        <w:t>:</w:t>
      </w:r>
    </w:p>
    <w:p w14:paraId="775DA138"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FED22F"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3D2443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48EF3F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B319D8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975EFC2" w14:textId="77777777" w:rsidR="0035531B" w:rsidRDefault="0035531B" w:rsidP="00092CC9">
      <w:pPr>
        <w:pStyle w:val="Odrka1-1"/>
      </w:pPr>
      <w:r>
        <w:t xml:space="preserve">Způsob prokázání základní způsobilosti: </w:t>
      </w:r>
    </w:p>
    <w:p w14:paraId="7C7BAE87"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FE37511" w14:textId="77777777" w:rsidR="0035531B" w:rsidRPr="00CC4380" w:rsidRDefault="0035531B" w:rsidP="0035531B">
      <w:pPr>
        <w:pStyle w:val="Text1-1"/>
        <w:rPr>
          <w:rStyle w:val="Tun9b"/>
        </w:rPr>
      </w:pPr>
      <w:r w:rsidRPr="00CC4380">
        <w:rPr>
          <w:rStyle w:val="Tun9b"/>
        </w:rPr>
        <w:t>Prokázání splnění profesní způsobilosti</w:t>
      </w:r>
    </w:p>
    <w:p w14:paraId="440EE91D"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B11D282" w14:textId="77777777" w:rsidR="0035531B" w:rsidRDefault="0035531B" w:rsidP="0070052C">
      <w:pPr>
        <w:pStyle w:val="Odrka1-1"/>
        <w:spacing w:after="8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45C577F4" w14:textId="77777777" w:rsidR="0035531B" w:rsidRPr="0070052C" w:rsidRDefault="0035531B" w:rsidP="00D10A2D">
      <w:pPr>
        <w:pStyle w:val="Odrka1-2-"/>
        <w:rPr>
          <w:b/>
        </w:rPr>
      </w:pPr>
      <w:r w:rsidRPr="0070052C">
        <w:rPr>
          <w:b/>
        </w:rPr>
        <w:t>Provádění staveb, jejich změn</w:t>
      </w:r>
      <w:r w:rsidR="00845C50" w:rsidRPr="0070052C">
        <w:rPr>
          <w:b/>
        </w:rPr>
        <w:t xml:space="preserve"> a </w:t>
      </w:r>
      <w:r w:rsidRPr="0070052C">
        <w:rPr>
          <w:b/>
        </w:rPr>
        <w:t>odstraňování,</w:t>
      </w:r>
    </w:p>
    <w:p w14:paraId="4397A45B" w14:textId="742FA0A6" w:rsidR="0035531B" w:rsidRDefault="0035531B" w:rsidP="00CC4380">
      <w:pPr>
        <w:pStyle w:val="Odrka1-2-"/>
        <w:rPr>
          <w:b/>
        </w:rPr>
      </w:pPr>
      <w:r w:rsidRPr="0070052C">
        <w:rPr>
          <w:b/>
        </w:rPr>
        <w:t>Výkon zeměměřických činností,</w:t>
      </w:r>
    </w:p>
    <w:p w14:paraId="6232F1E5" w14:textId="77777777" w:rsidR="00630A07" w:rsidRPr="0070052C" w:rsidRDefault="00630A07" w:rsidP="00630A07">
      <w:pPr>
        <w:pStyle w:val="Odrka1-2-"/>
        <w:numPr>
          <w:ilvl w:val="0"/>
          <w:numId w:val="0"/>
        </w:numPr>
        <w:ind w:left="1531"/>
        <w:rPr>
          <w:b/>
        </w:rPr>
      </w:pPr>
    </w:p>
    <w:p w14:paraId="44B61517" w14:textId="77777777" w:rsidR="0035531B" w:rsidRDefault="0035531B" w:rsidP="00092CC9">
      <w:pPr>
        <w:pStyle w:val="Odrka1-1"/>
      </w:pPr>
      <w:r>
        <w:t>Odborná způsobilost:</w:t>
      </w:r>
    </w:p>
    <w:p w14:paraId="1853DBF7" w14:textId="77777777"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Pr="0070052C">
        <w:rPr>
          <w:rStyle w:val="Tun9b"/>
        </w:rPr>
        <w:t>b)</w:t>
      </w:r>
      <w:r w:rsidR="0070052C">
        <w:rPr>
          <w:rStyle w:val="Tun9b"/>
        </w:rPr>
        <w:t xml:space="preserve"> </w:t>
      </w:r>
      <w:r w:rsidR="0070052C" w:rsidRPr="0070052C">
        <w:rPr>
          <w:rStyle w:val="Tun9b"/>
          <w:b w:val="0"/>
        </w:rPr>
        <w:t>dopravní stavby</w:t>
      </w:r>
      <w:r w:rsidRPr="0070052C">
        <w:rPr>
          <w:rStyle w:val="Tun9b"/>
          <w:b w:val="0"/>
        </w:rPr>
        <w:t xml:space="preserve"> </w:t>
      </w:r>
      <w:r w:rsidR="0070052C" w:rsidRPr="0070052C">
        <w:rPr>
          <w:rStyle w:val="Tun9b"/>
          <w:b w:val="0"/>
        </w:rPr>
        <w:t>a</w:t>
      </w:r>
      <w:r w:rsidR="0070052C">
        <w:rPr>
          <w:rStyle w:val="Tun9b"/>
        </w:rPr>
        <w:t xml:space="preserve"> i) </w:t>
      </w:r>
      <w:r w:rsidR="0070052C" w:rsidRPr="0070052C">
        <w:rPr>
          <w:rStyle w:val="Tun9b"/>
          <w:b w:val="0"/>
        </w:rPr>
        <w:t>geotechnika,</w:t>
      </w:r>
      <w:r w:rsidR="0070052C" w:rsidRPr="0070052C">
        <w:rPr>
          <w:rStyle w:val="Tun9b"/>
        </w:rPr>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2A4694"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70052C">
        <w:t xml:space="preserve">. </w:t>
      </w:r>
      <w:r w:rsidRPr="0070052C">
        <w:rPr>
          <w:rStyle w:val="Tun9b"/>
        </w:rPr>
        <w:t>a)</w:t>
      </w:r>
      <w:r w:rsidR="00845C50" w:rsidRPr="0070052C">
        <w:rPr>
          <w:rStyle w:val="Tun9b"/>
          <w:b w:val="0"/>
        </w:rPr>
        <w:t xml:space="preserve"> a </w:t>
      </w:r>
      <w:r w:rsidRPr="0070052C">
        <w:rPr>
          <w:rStyle w:val="Tun9b"/>
        </w:rPr>
        <w:t>c</w:t>
      </w:r>
      <w:r w:rsidR="0070052C" w:rsidRPr="0070052C">
        <w:rPr>
          <w:rStyle w:val="Tun9b"/>
        </w:rPr>
        <w:t>)</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4E2904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2C5DEF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C0693A6" w14:textId="77777777" w:rsidR="0035531B" w:rsidRPr="00CC4380" w:rsidRDefault="0035531B" w:rsidP="0035531B">
      <w:pPr>
        <w:pStyle w:val="Text1-1"/>
        <w:rPr>
          <w:rStyle w:val="Tun9b"/>
        </w:rPr>
      </w:pPr>
      <w:r w:rsidRPr="00CC4380">
        <w:rPr>
          <w:rStyle w:val="Tun9b"/>
        </w:rPr>
        <w:t>Technická kvalifikace – seznam stavebních prací</w:t>
      </w:r>
    </w:p>
    <w:p w14:paraId="635B27CF" w14:textId="77777777" w:rsidR="00F95A2C" w:rsidRDefault="00F95A2C" w:rsidP="00F95A2C">
      <w:pPr>
        <w:pStyle w:val="Textbezslovn"/>
      </w:pPr>
      <w:r>
        <w:t xml:space="preserve">Zadavatel požaduje předložení seznamu stavebních prací poskytnutých dodavatelem na stavbách </w:t>
      </w:r>
      <w:r w:rsidRPr="00F108E9">
        <w:t>železničních</w:t>
      </w:r>
      <w:r w:rsidR="00F108E9">
        <w:t xml:space="preserve"> drah</w:t>
      </w:r>
      <w:r w:rsidR="007D58F3">
        <w:t>,</w:t>
      </w:r>
      <w:r w:rsidR="00F108E9">
        <w:t xml:space="preserve"> </w:t>
      </w:r>
      <w:r>
        <w:t xml:space="preserve">jak jsou vymezeny v § 5 odst. 1 </w:t>
      </w:r>
      <w:r w:rsidR="00F108E9" w:rsidRPr="00F108E9">
        <w:t>a v § 3 odst. 1</w:t>
      </w:r>
      <w:r w:rsidR="007D58F3">
        <w:t xml:space="preserve"> </w:t>
      </w:r>
      <w:r>
        <w:t xml:space="preserve">zákona č. 266/1994 Sb., o dráhách, ve znění pozdějších předpisů, za </w:t>
      </w:r>
      <w:r w:rsidRPr="00F108E9">
        <w:t>posledních 5</w:t>
      </w:r>
      <w:r w:rsidR="00F108E9">
        <w:t xml:space="preserve"> let </w:t>
      </w:r>
      <w:r>
        <w:t>před zahájením výběrového řízení (dále jako „</w:t>
      </w:r>
      <w:r w:rsidRPr="00F95A2C">
        <w:rPr>
          <w:b/>
        </w:rPr>
        <w:t>stavební práce</w:t>
      </w:r>
      <w:r>
        <w:t xml:space="preserve">“). </w:t>
      </w:r>
    </w:p>
    <w:p w14:paraId="3B132E9B" w14:textId="3DA2F8B2" w:rsidR="00F95A2C" w:rsidRDefault="00F95A2C" w:rsidP="00F95A2C">
      <w:pPr>
        <w:pStyle w:val="Textbezslovn"/>
      </w:pPr>
      <w:r w:rsidRPr="00630A07">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630A07">
        <w:rPr>
          <w:b/>
        </w:rPr>
        <w:t>dvě</w:t>
      </w:r>
      <w:r w:rsidR="00F108E9" w:rsidRPr="00630A07">
        <w:rPr>
          <w:b/>
        </w:rPr>
        <w:t xml:space="preserve"> (2)</w:t>
      </w:r>
      <w:r w:rsidR="00F108E9" w:rsidRPr="00630A07">
        <w:t xml:space="preserve"> </w:t>
      </w:r>
      <w:r w:rsidRPr="00630A07">
        <w:t>stavební práce v celkové hodnotě v součtu, včetně případných p</w:t>
      </w:r>
      <w:r w:rsidR="00046662" w:rsidRPr="00630A07">
        <w:t xml:space="preserve">oddodávek, alespoň ve výši </w:t>
      </w:r>
      <w:r w:rsidR="00630A07" w:rsidRPr="00630A07">
        <w:rPr>
          <w:b/>
        </w:rPr>
        <w:t>8</w:t>
      </w:r>
      <w:r w:rsidR="00046662" w:rsidRPr="00630A07">
        <w:rPr>
          <w:b/>
        </w:rPr>
        <w:t>0 000 000,-</w:t>
      </w:r>
      <w:r w:rsidRPr="00630A07">
        <w:t xml:space="preserve"> </w:t>
      </w:r>
      <w:r w:rsidRPr="00630A07">
        <w:rPr>
          <w:b/>
        </w:rPr>
        <w:t>Kč</w:t>
      </w:r>
      <w:r w:rsidRPr="00630A07">
        <w:t xml:space="preserve"> bez DPH, jejichž součástí byla </w:t>
      </w:r>
      <w:r w:rsidR="00046662" w:rsidRPr="00630A07">
        <w:t>sanace skalních masivů</w:t>
      </w:r>
      <w:r w:rsidRPr="00630A07">
        <w:t>, přičemž celková hodnota alespoň jedné provedené stavební práce musí, včetně případ</w:t>
      </w:r>
      <w:r w:rsidR="00046662" w:rsidRPr="00630A07">
        <w:t xml:space="preserve">ných poddodávek, činit alespoň </w:t>
      </w:r>
      <w:r w:rsidR="00D21106" w:rsidRPr="00630A07">
        <w:rPr>
          <w:b/>
        </w:rPr>
        <w:t>4</w:t>
      </w:r>
      <w:r w:rsidR="00630A07" w:rsidRPr="00630A07">
        <w:rPr>
          <w:b/>
        </w:rPr>
        <w:t>0</w:t>
      </w:r>
      <w:r w:rsidR="00046662" w:rsidRPr="00630A07">
        <w:rPr>
          <w:b/>
        </w:rPr>
        <w:t xml:space="preserve"> 000 000,-</w:t>
      </w:r>
      <w:r w:rsidRPr="00630A07">
        <w:rPr>
          <w:b/>
        </w:rPr>
        <w:t xml:space="preserve"> Kč </w:t>
      </w:r>
      <w:r w:rsidRPr="00630A07">
        <w:t>bez DPH.</w:t>
      </w:r>
      <w:r>
        <w:t xml:space="preserve"> </w:t>
      </w:r>
    </w:p>
    <w:p w14:paraId="69EFB431"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2BE0AB5F" w14:textId="77777777" w:rsidR="00AF4A09" w:rsidRDefault="00AF4A09" w:rsidP="002C04EE">
      <w:pPr>
        <w:pStyle w:val="Textbezslovn"/>
      </w:pPr>
      <w:r w:rsidRPr="00AF4A09">
        <w:t xml:space="preserve">Doba </w:t>
      </w:r>
      <w:r w:rsidRPr="00046662">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046662">
        <w:t>5</w:t>
      </w:r>
      <w:r w:rsidRPr="00AF4A09">
        <w:t xml:space="preserve"> let před zahájením výběrového řízení. Dokončením se u stavebních prací rozumí uvedení díla alespoň do zkušebního provozu. Zadavatel nicméně za dílo dokončené v období posledních </w:t>
      </w:r>
      <w:r w:rsidRPr="00046662">
        <w:t>5</w:t>
      </w:r>
      <w:r w:rsidRPr="00AF4A09">
        <w:t xml:space="preserve"> let bude považovat též dílo, které v tomto období bylo dokončeno jako celek, tj. včetně plnění navazujících na zkušební provoz, např. zpracování dokumentace skutečného provedení stavby</w:t>
      </w:r>
      <w:r>
        <w:t>.</w:t>
      </w:r>
    </w:p>
    <w:p w14:paraId="651B20BE"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5CC412EE"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6917229A" w14:textId="77777777" w:rsidR="00AF4A09" w:rsidRDefault="00AF4A09" w:rsidP="00AF4A09">
      <w:pPr>
        <w:pStyle w:val="Textbezslovn"/>
        <w:ind w:left="1418" w:hanging="681"/>
      </w:pPr>
      <w:r>
        <w:t>a)</w:t>
      </w:r>
      <w:r>
        <w:tab/>
        <w:t>společně s jinými dodavateli, a to v rozsahu, v jakém se na plnění zakázky podílel, nebo</w:t>
      </w:r>
    </w:p>
    <w:p w14:paraId="37976E99" w14:textId="77777777" w:rsidR="00AF4A09" w:rsidRDefault="00AF4A09" w:rsidP="00AF4A09">
      <w:pPr>
        <w:pStyle w:val="Textbezslovn"/>
      </w:pPr>
      <w:r>
        <w:t>b)</w:t>
      </w:r>
      <w:r>
        <w:tab/>
        <w:t>jako poddodavatel, a to v rozsahu, v jakém se na plnění zakázky podílel.</w:t>
      </w:r>
    </w:p>
    <w:p w14:paraId="477AB8B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A0C920E"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5F4BF38F" w14:textId="77777777" w:rsidR="0035531B" w:rsidRPr="00930B79" w:rsidRDefault="0035531B" w:rsidP="0035531B">
      <w:pPr>
        <w:pStyle w:val="Text1-1"/>
        <w:rPr>
          <w:rStyle w:val="Tun9b"/>
        </w:rPr>
      </w:pPr>
      <w:r w:rsidRPr="00930B79">
        <w:rPr>
          <w:rStyle w:val="Tun9b"/>
        </w:rPr>
        <w:t>Technická kvalifikace – seznam odborného personálu</w:t>
      </w:r>
    </w:p>
    <w:p w14:paraId="7FCB91EF" w14:textId="442D1745"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w:t>
      </w:r>
      <w:r>
        <w:lastRenderedPageBreak/>
        <w:t xml:space="preserve">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FAA67A0" w14:textId="77777777" w:rsidR="0035531B" w:rsidRPr="00F82674" w:rsidRDefault="0035531B" w:rsidP="00EF4DAC">
      <w:pPr>
        <w:pStyle w:val="Odstavec1-1a"/>
        <w:numPr>
          <w:ilvl w:val="0"/>
          <w:numId w:val="11"/>
        </w:numPr>
        <w:rPr>
          <w:rStyle w:val="Tun9b"/>
        </w:rPr>
      </w:pPr>
      <w:r w:rsidRPr="00F82674">
        <w:rPr>
          <w:rStyle w:val="Tun9b"/>
        </w:rPr>
        <w:t>stavbyvedoucí</w:t>
      </w:r>
    </w:p>
    <w:p w14:paraId="07562AE3" w14:textId="77777777" w:rsidR="0035531B" w:rsidRPr="00046662" w:rsidRDefault="0035531B" w:rsidP="00930B79">
      <w:pPr>
        <w:pStyle w:val="Odrka1-2-"/>
      </w:pPr>
      <w:r w:rsidRPr="00046662">
        <w:t>minimálně středoškolské vzdělání;</w:t>
      </w:r>
    </w:p>
    <w:p w14:paraId="0FB7FE11" w14:textId="77777777" w:rsidR="0035531B" w:rsidRPr="00046662" w:rsidRDefault="0035531B" w:rsidP="00930B79">
      <w:pPr>
        <w:pStyle w:val="Odrka1-2-"/>
      </w:pPr>
      <w:r w:rsidRPr="00046662">
        <w:t>nejméně 5 let praxe</w:t>
      </w:r>
      <w:r w:rsidR="00092CC9" w:rsidRPr="00046662">
        <w:t xml:space="preserve"> v </w:t>
      </w:r>
      <w:r w:rsidRPr="00046662">
        <w:t xml:space="preserve">řízení provádění staveb železničních drah; </w:t>
      </w:r>
    </w:p>
    <w:p w14:paraId="209A7D1D" w14:textId="77777777" w:rsidR="0035531B" w:rsidRPr="00046662" w:rsidRDefault="00AF4A09" w:rsidP="00AF4A09">
      <w:pPr>
        <w:pStyle w:val="Odrka1-2-"/>
      </w:pPr>
      <w:r w:rsidRPr="00046662">
        <w:t>zkušenost s řízením realizace alespoň jedné zakázky - stavby železničních drah v hodnotě nejmé</w:t>
      </w:r>
      <w:r w:rsidR="00517CDB">
        <w:t xml:space="preserve">ně </w:t>
      </w:r>
      <w:r w:rsidR="00517CDB" w:rsidRPr="00517CDB">
        <w:rPr>
          <w:b/>
        </w:rPr>
        <w:t>40 000 000,-</w:t>
      </w:r>
      <w:r w:rsidRPr="00046662">
        <w:t xml:space="preserve"> </w:t>
      </w:r>
      <w:r w:rsidRPr="00046662">
        <w:rPr>
          <w:b/>
        </w:rPr>
        <w:t xml:space="preserve">Kč </w:t>
      </w:r>
      <w:r w:rsidRPr="00046662">
        <w:t>bez DPH, a to v posledních 10 letech před zahájením výběrového řízení</w:t>
      </w:r>
    </w:p>
    <w:p w14:paraId="61BE7815" w14:textId="77777777" w:rsidR="0035531B" w:rsidRPr="00046662" w:rsidRDefault="0035531B" w:rsidP="00AD1771">
      <w:pPr>
        <w:pStyle w:val="Odrka1-2-"/>
      </w:pPr>
      <w:r w:rsidRPr="00046662">
        <w:t>musí předložit doklad</w:t>
      </w:r>
      <w:r w:rsidR="00092CC9" w:rsidRPr="00046662">
        <w:t xml:space="preserve"> o </w:t>
      </w:r>
      <w:r w:rsidRPr="00046662">
        <w:t>autorizaci</w:t>
      </w:r>
      <w:r w:rsidR="00092CC9" w:rsidRPr="00046662">
        <w:t xml:space="preserve"> v </w:t>
      </w:r>
      <w:r w:rsidRPr="00046662">
        <w:t>rozsah</w:t>
      </w:r>
      <w:r w:rsidR="00517CDB">
        <w:t xml:space="preserve">u dle § 5 odst. 3 písm. b) </w:t>
      </w:r>
      <w:r w:rsidRPr="00046662">
        <w:t>zákona č. 360/1992 Sb.,</w:t>
      </w:r>
      <w:r w:rsidR="00092CC9" w:rsidRPr="00046662">
        <w:t xml:space="preserve"> o </w:t>
      </w:r>
      <w:r w:rsidRPr="00046662">
        <w:t>výkonu povolání autorizovaných architektů</w:t>
      </w:r>
      <w:r w:rsidR="00845C50" w:rsidRPr="00046662">
        <w:t xml:space="preserve"> a</w:t>
      </w:r>
      <w:r w:rsidR="00092CC9" w:rsidRPr="00046662">
        <w:t xml:space="preserve"> o </w:t>
      </w:r>
      <w:r w:rsidRPr="00046662">
        <w:t>výkonu povolání autorizovaných inženýrů</w:t>
      </w:r>
      <w:r w:rsidR="00845C50" w:rsidRPr="00046662">
        <w:t xml:space="preserve"> a </w:t>
      </w:r>
      <w:r w:rsidRPr="00046662">
        <w:t>techniků činných ve výstavbě, ve znění pozdějších předpisů (dále jen „autorizační zákon“), tedy</w:t>
      </w:r>
      <w:r w:rsidR="00092CC9" w:rsidRPr="00046662">
        <w:t xml:space="preserve"> v </w:t>
      </w:r>
      <w:r w:rsidR="00517CDB">
        <w:t xml:space="preserve">oboru </w:t>
      </w:r>
      <w:r w:rsidR="009A5598">
        <w:rPr>
          <w:b/>
        </w:rPr>
        <w:t>dopravní stav</w:t>
      </w:r>
      <w:r w:rsidR="00517CDB">
        <w:rPr>
          <w:b/>
        </w:rPr>
        <w:t>by</w:t>
      </w:r>
      <w:r w:rsidRPr="00046662">
        <w:t>;</w:t>
      </w:r>
    </w:p>
    <w:p w14:paraId="6311A075" w14:textId="77777777" w:rsidR="0035531B" w:rsidRPr="00046662" w:rsidRDefault="0035531B" w:rsidP="00930B79">
      <w:pPr>
        <w:pStyle w:val="Odstavec1-1a"/>
        <w:rPr>
          <w:rStyle w:val="Tun9b"/>
        </w:rPr>
      </w:pPr>
      <w:r w:rsidRPr="00046662">
        <w:rPr>
          <w:rStyle w:val="Tun9b"/>
        </w:rPr>
        <w:t>zástupce stavbyvedoucího</w:t>
      </w:r>
    </w:p>
    <w:p w14:paraId="364598BF" w14:textId="77777777" w:rsidR="0035531B" w:rsidRPr="00046662" w:rsidRDefault="0035531B" w:rsidP="00930B79">
      <w:pPr>
        <w:pStyle w:val="Odrka1-2-"/>
      </w:pPr>
      <w:r w:rsidRPr="00046662">
        <w:t>minimálně středoškolské vzdělání;</w:t>
      </w:r>
    </w:p>
    <w:p w14:paraId="2701B4F9" w14:textId="77777777" w:rsidR="0035531B" w:rsidRPr="00046662" w:rsidRDefault="0035531B" w:rsidP="00930B79">
      <w:pPr>
        <w:pStyle w:val="Odrka1-2-"/>
      </w:pPr>
      <w:r w:rsidRPr="00046662">
        <w:t>nejméně 5 let praxe</w:t>
      </w:r>
      <w:r w:rsidR="00092CC9" w:rsidRPr="00046662">
        <w:t xml:space="preserve"> v </w:t>
      </w:r>
      <w:r w:rsidRPr="00046662">
        <w:t>řízení provádění staveb železničních drah;</w:t>
      </w:r>
    </w:p>
    <w:p w14:paraId="07888948" w14:textId="77777777" w:rsidR="0035531B" w:rsidRPr="00046662" w:rsidRDefault="0035531B" w:rsidP="00930B79">
      <w:pPr>
        <w:pStyle w:val="Odrka1-2-"/>
      </w:pPr>
      <w:r w:rsidRPr="00046662">
        <w:t>musí předložit doklad</w:t>
      </w:r>
      <w:r w:rsidR="00092CC9" w:rsidRPr="00046662">
        <w:t xml:space="preserve"> o </w:t>
      </w:r>
      <w:r w:rsidRPr="00046662">
        <w:t>autorizaci</w:t>
      </w:r>
      <w:r w:rsidR="00092CC9" w:rsidRPr="00046662">
        <w:t xml:space="preserve"> v </w:t>
      </w:r>
      <w:r w:rsidRPr="00046662">
        <w:t>r</w:t>
      </w:r>
      <w:r w:rsidR="00517CDB">
        <w:t>ozsahu dle § 5 odst. 3 písm. b)</w:t>
      </w:r>
      <w:r w:rsidRPr="00046662">
        <w:t xml:space="preserve"> autorizačního zákona, tedy</w:t>
      </w:r>
      <w:r w:rsidR="00092CC9" w:rsidRPr="00046662">
        <w:t xml:space="preserve"> v </w:t>
      </w:r>
      <w:r w:rsidRPr="00046662">
        <w:t xml:space="preserve">oboru </w:t>
      </w:r>
      <w:r w:rsidRPr="00517CDB">
        <w:rPr>
          <w:b/>
        </w:rPr>
        <w:t>dopravní s</w:t>
      </w:r>
      <w:r w:rsidR="00517CDB" w:rsidRPr="00517CDB">
        <w:rPr>
          <w:b/>
        </w:rPr>
        <w:t>tavby</w:t>
      </w:r>
      <w:r w:rsidRPr="00046662">
        <w:t>;</w:t>
      </w:r>
    </w:p>
    <w:p w14:paraId="1C0733F3" w14:textId="1A04B5B0" w:rsidR="0035531B" w:rsidRPr="00630A07" w:rsidRDefault="0035531B" w:rsidP="00930B79">
      <w:pPr>
        <w:pStyle w:val="Odstavec1-1a"/>
        <w:rPr>
          <w:rStyle w:val="Tun9b"/>
        </w:rPr>
      </w:pPr>
      <w:r w:rsidRPr="00630A07">
        <w:rPr>
          <w:rStyle w:val="Tun9b"/>
        </w:rPr>
        <w:t>specialista (ved</w:t>
      </w:r>
      <w:r w:rsidR="00046662" w:rsidRPr="00630A07">
        <w:rPr>
          <w:rStyle w:val="Tun9b"/>
        </w:rPr>
        <w:t xml:space="preserve">oucí prací) na železniční </w:t>
      </w:r>
      <w:r w:rsidR="004613C7" w:rsidRPr="00630A07">
        <w:rPr>
          <w:rStyle w:val="Tun9b"/>
        </w:rPr>
        <w:t xml:space="preserve">svršek a </w:t>
      </w:r>
      <w:r w:rsidR="00AF4A09" w:rsidRPr="00630A07">
        <w:rPr>
          <w:rStyle w:val="Tun9b"/>
        </w:rPr>
        <w:t>spodek</w:t>
      </w:r>
      <w:r w:rsidRPr="00630A07">
        <w:rPr>
          <w:rStyle w:val="Tun9b"/>
        </w:rPr>
        <w:t xml:space="preserve"> </w:t>
      </w:r>
    </w:p>
    <w:p w14:paraId="5B60ABDF" w14:textId="77777777" w:rsidR="0035531B" w:rsidRPr="00046662" w:rsidRDefault="0035531B" w:rsidP="00930B79">
      <w:pPr>
        <w:pStyle w:val="Odrka1-2-"/>
      </w:pPr>
      <w:r w:rsidRPr="00046662">
        <w:t>minimálně středoškolské vzdělání;</w:t>
      </w:r>
    </w:p>
    <w:p w14:paraId="26AE6580" w14:textId="0C2AEAAA" w:rsidR="0035531B" w:rsidRPr="00046662" w:rsidRDefault="0035531B" w:rsidP="00930B79">
      <w:pPr>
        <w:pStyle w:val="Odrka1-2-"/>
      </w:pPr>
      <w:r w:rsidRPr="00046662">
        <w:t>nejméně 5 let praxe</w:t>
      </w:r>
      <w:r w:rsidR="00092CC9" w:rsidRPr="00046662">
        <w:t xml:space="preserve"> v </w:t>
      </w:r>
      <w:r w:rsidRPr="00046662">
        <w:t xml:space="preserve">oboru své specializace </w:t>
      </w:r>
      <w:r w:rsidR="00B07880" w:rsidRPr="00046662">
        <w:t xml:space="preserve">(železniční </w:t>
      </w:r>
      <w:r w:rsidR="00630A07">
        <w:t xml:space="preserve">svršek a </w:t>
      </w:r>
      <w:r w:rsidR="00B07880" w:rsidRPr="00046662">
        <w:t xml:space="preserve">spodek) </w:t>
      </w:r>
      <w:r w:rsidRPr="00046662">
        <w:t>při provádění staveb;</w:t>
      </w:r>
    </w:p>
    <w:p w14:paraId="0B78B107" w14:textId="77777777" w:rsidR="0035531B" w:rsidRPr="00046662" w:rsidRDefault="00517CDB" w:rsidP="00517CDB">
      <w:pPr>
        <w:pStyle w:val="Odrka1-2-"/>
      </w:pPr>
      <w:r>
        <w:t xml:space="preserve">musí předložit doklad o autorizaci v rozsahu dle § 5 odst. 3 písm. b) autorizačního zákona, tedy v oboru </w:t>
      </w:r>
      <w:r>
        <w:rPr>
          <w:b/>
        </w:rPr>
        <w:t>dopravní stavby</w:t>
      </w:r>
      <w:r>
        <w:t>;</w:t>
      </w:r>
    </w:p>
    <w:p w14:paraId="302BFEA2" w14:textId="77777777" w:rsidR="0035531B" w:rsidRPr="00046662" w:rsidRDefault="0035531B" w:rsidP="008B2021">
      <w:pPr>
        <w:pStyle w:val="Odstavec1-1a"/>
        <w:rPr>
          <w:rStyle w:val="Tun9b"/>
        </w:rPr>
      </w:pPr>
      <w:r w:rsidRPr="00046662">
        <w:rPr>
          <w:rStyle w:val="Tun9b"/>
        </w:rPr>
        <w:t>specialista (vedoucí prací) na geotechniku</w:t>
      </w:r>
    </w:p>
    <w:p w14:paraId="22D46352" w14:textId="77777777" w:rsidR="0035531B" w:rsidRPr="00046662" w:rsidRDefault="0035531B" w:rsidP="008B2021">
      <w:pPr>
        <w:pStyle w:val="Odrka1-2-"/>
      </w:pPr>
      <w:r w:rsidRPr="00046662">
        <w:t>minimálně středoškolské vzdělání;</w:t>
      </w:r>
    </w:p>
    <w:p w14:paraId="48F30BCB" w14:textId="77777777" w:rsidR="0035531B" w:rsidRPr="00046662" w:rsidRDefault="0035531B" w:rsidP="008B2021">
      <w:pPr>
        <w:pStyle w:val="Odrka1-2-"/>
      </w:pPr>
      <w:r w:rsidRPr="00046662">
        <w:t>nejméně 5 let praxe</w:t>
      </w:r>
      <w:r w:rsidR="00092CC9" w:rsidRPr="00046662">
        <w:t xml:space="preserve"> v </w:t>
      </w:r>
      <w:r w:rsidRPr="00046662">
        <w:t xml:space="preserve">oboru své specializace </w:t>
      </w:r>
      <w:r w:rsidR="00B07880" w:rsidRPr="00046662">
        <w:t xml:space="preserve">(geotechnika) </w:t>
      </w:r>
      <w:r w:rsidRPr="00046662">
        <w:t>při provádění staveb;</w:t>
      </w:r>
    </w:p>
    <w:p w14:paraId="2F183DC5" w14:textId="77777777" w:rsidR="0035531B" w:rsidRPr="00046662" w:rsidRDefault="0035531B" w:rsidP="0035531B">
      <w:pPr>
        <w:pStyle w:val="Odrka1-2-"/>
      </w:pPr>
      <w:r w:rsidRPr="00046662">
        <w:t>musí předložit doklad</w:t>
      </w:r>
      <w:r w:rsidR="00092CC9" w:rsidRPr="00046662">
        <w:t xml:space="preserve"> o </w:t>
      </w:r>
      <w:r w:rsidRPr="00046662">
        <w:t>autorizaci</w:t>
      </w:r>
      <w:r w:rsidR="00092CC9" w:rsidRPr="00046662">
        <w:t xml:space="preserve"> v </w:t>
      </w:r>
      <w:r w:rsidRPr="00046662">
        <w:t>rozsahu dle § 5 odst. 3 písm.</w:t>
      </w:r>
      <w:r w:rsidR="00517CDB">
        <w:t xml:space="preserve"> i) </w:t>
      </w:r>
      <w:r w:rsidRPr="00046662">
        <w:t>autorizačního zákona, tedy</w:t>
      </w:r>
      <w:r w:rsidR="00092CC9" w:rsidRPr="00046662">
        <w:t xml:space="preserve"> v </w:t>
      </w:r>
      <w:r w:rsidRPr="00046662">
        <w:t xml:space="preserve">oboru </w:t>
      </w:r>
      <w:r w:rsidRPr="00517CDB">
        <w:rPr>
          <w:b/>
        </w:rPr>
        <w:t>geotechnika</w:t>
      </w:r>
      <w:r w:rsidRPr="00046662">
        <w:t>;</w:t>
      </w:r>
    </w:p>
    <w:p w14:paraId="50066BEF" w14:textId="77777777" w:rsidR="0035531B" w:rsidRPr="00046662" w:rsidRDefault="0035531B" w:rsidP="008B2021">
      <w:pPr>
        <w:pStyle w:val="Odstavec1-1a"/>
        <w:rPr>
          <w:rStyle w:val="Tun9b"/>
        </w:rPr>
      </w:pPr>
      <w:r w:rsidRPr="00046662">
        <w:rPr>
          <w:rStyle w:val="Tun9b"/>
        </w:rPr>
        <w:t>osoba odpovědná za kontrolu kvality</w:t>
      </w:r>
    </w:p>
    <w:p w14:paraId="21678099" w14:textId="77777777" w:rsidR="0035531B" w:rsidRPr="00046662" w:rsidRDefault="0035531B" w:rsidP="008B2021">
      <w:pPr>
        <w:pStyle w:val="Odrka1-2-"/>
      </w:pPr>
      <w:r w:rsidRPr="00046662">
        <w:t>minimálně středoškolské vzdělání;</w:t>
      </w:r>
    </w:p>
    <w:p w14:paraId="1ABD4015" w14:textId="77777777" w:rsidR="0035531B" w:rsidRPr="00046662" w:rsidRDefault="0035531B" w:rsidP="0035531B">
      <w:pPr>
        <w:pStyle w:val="Odrka1-2-"/>
      </w:pPr>
      <w:r w:rsidRPr="00046662">
        <w:t>nejméně 5 let praxe</w:t>
      </w:r>
      <w:r w:rsidR="00092CC9" w:rsidRPr="00046662">
        <w:t xml:space="preserve"> v </w:t>
      </w:r>
      <w:r w:rsidRPr="00046662">
        <w:t>oboru kontroly kvality, se znalostí ověřování kvality stavebních materiálů;</w:t>
      </w:r>
    </w:p>
    <w:p w14:paraId="69501894" w14:textId="77777777" w:rsidR="0035531B" w:rsidRPr="00046662" w:rsidRDefault="0035531B" w:rsidP="008B2021">
      <w:pPr>
        <w:pStyle w:val="Odstavec1-1a"/>
        <w:rPr>
          <w:rStyle w:val="Tun9b"/>
        </w:rPr>
      </w:pPr>
      <w:r w:rsidRPr="00046662">
        <w:rPr>
          <w:rStyle w:val="Tun9b"/>
        </w:rPr>
        <w:t>osoba odpovědná za bezpečnost</w:t>
      </w:r>
      <w:r w:rsidR="00845C50" w:rsidRPr="00046662">
        <w:rPr>
          <w:rStyle w:val="Tun9b"/>
        </w:rPr>
        <w:t xml:space="preserve"> a </w:t>
      </w:r>
      <w:r w:rsidRPr="00046662">
        <w:rPr>
          <w:rStyle w:val="Tun9b"/>
        </w:rPr>
        <w:t>ochranu zdraví při práci</w:t>
      </w:r>
    </w:p>
    <w:p w14:paraId="40CBD363" w14:textId="77777777" w:rsidR="0035531B" w:rsidRPr="00046662" w:rsidRDefault="0035531B" w:rsidP="008B2021">
      <w:pPr>
        <w:pStyle w:val="Odrka1-2-"/>
      </w:pPr>
      <w:r w:rsidRPr="00046662">
        <w:t>minimálně středoškolské vzdělání;</w:t>
      </w:r>
    </w:p>
    <w:p w14:paraId="66794CD6" w14:textId="77777777" w:rsidR="0035531B" w:rsidRDefault="0035531B" w:rsidP="008B2021">
      <w:pPr>
        <w:pStyle w:val="Odrka1-2-"/>
      </w:pPr>
      <w:r w:rsidRPr="00046662">
        <w:t>nejméně 5 let praxe</w:t>
      </w:r>
      <w:r w:rsidR="00092CC9" w:rsidRPr="00046662">
        <w:t xml:space="preserve"> v </w:t>
      </w:r>
      <w:r w:rsidRPr="00046662">
        <w:t>oboru bezpečnosti</w:t>
      </w:r>
      <w:r w:rsidR="00845C50" w:rsidRPr="00046662">
        <w:t xml:space="preserve"> a </w:t>
      </w:r>
      <w:r w:rsidRPr="00046662">
        <w:t>ochrany zdraví při práci;</w:t>
      </w:r>
    </w:p>
    <w:p w14:paraId="56859FB5" w14:textId="5DAA8354" w:rsidR="0035531B" w:rsidRPr="00046662" w:rsidRDefault="0035531B" w:rsidP="008B2021">
      <w:pPr>
        <w:pStyle w:val="Odstavec1-1a"/>
        <w:rPr>
          <w:rStyle w:val="Tun9b"/>
        </w:rPr>
      </w:pPr>
      <w:r w:rsidRPr="00046662">
        <w:rPr>
          <w:rStyle w:val="Tun9b"/>
        </w:rPr>
        <w:t>osoba odpovědná za ochranu životního prostředí</w:t>
      </w:r>
    </w:p>
    <w:p w14:paraId="5F4CC728" w14:textId="77777777" w:rsidR="0035531B" w:rsidRPr="00046662" w:rsidRDefault="0035531B" w:rsidP="008B2021">
      <w:pPr>
        <w:pStyle w:val="Odrka1-2-"/>
      </w:pPr>
      <w:r w:rsidRPr="00046662">
        <w:lastRenderedPageBreak/>
        <w:t>minimálně středoškolské vzdělání;</w:t>
      </w:r>
    </w:p>
    <w:p w14:paraId="1F8132A8" w14:textId="6CBACEF2" w:rsidR="0035531B" w:rsidRPr="00630A07" w:rsidRDefault="0035531B" w:rsidP="008B2021">
      <w:pPr>
        <w:pStyle w:val="Odrka1-2-"/>
      </w:pPr>
      <w:r w:rsidRPr="00630A07">
        <w:t>nejméně 5 let praxe</w:t>
      </w:r>
      <w:r w:rsidR="00092CC9" w:rsidRPr="00630A07">
        <w:t xml:space="preserve"> v </w:t>
      </w:r>
      <w:r w:rsidRPr="00630A07">
        <w:t>oboru ochrany životního prostředí;</w:t>
      </w:r>
    </w:p>
    <w:p w14:paraId="6BF27922" w14:textId="508AC794" w:rsidR="004613C7" w:rsidRPr="00630A07" w:rsidRDefault="004613C7" w:rsidP="004613C7">
      <w:pPr>
        <w:pStyle w:val="Odstavec1-1a"/>
        <w:rPr>
          <w:rStyle w:val="Tun9b"/>
        </w:rPr>
      </w:pPr>
      <w:r w:rsidRPr="00630A07">
        <w:rPr>
          <w:rStyle w:val="Tun9b"/>
        </w:rPr>
        <w:t>osoba odpovědn</w:t>
      </w:r>
      <w:r w:rsidR="00630A07" w:rsidRPr="00630A07">
        <w:rPr>
          <w:rStyle w:val="Tun9b"/>
        </w:rPr>
        <w:t xml:space="preserve">á </w:t>
      </w:r>
      <w:r w:rsidRPr="00630A07">
        <w:rPr>
          <w:rStyle w:val="Tun9b"/>
        </w:rPr>
        <w:t>za odpadové hospodářství</w:t>
      </w:r>
    </w:p>
    <w:p w14:paraId="501E00F7" w14:textId="77777777" w:rsidR="004613C7" w:rsidRPr="00630A07" w:rsidRDefault="004613C7" w:rsidP="004613C7">
      <w:pPr>
        <w:pStyle w:val="Odrka1-2-"/>
      </w:pPr>
      <w:r w:rsidRPr="00630A07">
        <w:t>minimálně středoškolské vzdělání;</w:t>
      </w:r>
    </w:p>
    <w:p w14:paraId="55A213BF" w14:textId="11637ABB" w:rsidR="004613C7" w:rsidRPr="00630A07" w:rsidRDefault="004613C7" w:rsidP="004613C7">
      <w:pPr>
        <w:pStyle w:val="Odrka1-2-"/>
        <w:numPr>
          <w:ilvl w:val="0"/>
          <w:numId w:val="0"/>
        </w:numPr>
        <w:ind w:left="1531"/>
      </w:pPr>
      <w:r w:rsidRPr="00630A07">
        <w:t xml:space="preserve">nejméně 5 let praxe v oboru </w:t>
      </w:r>
      <w:r w:rsidR="00630A07" w:rsidRPr="00630A07">
        <w:t>odpadového hospodářství;</w:t>
      </w:r>
    </w:p>
    <w:p w14:paraId="3A812ACD" w14:textId="77777777" w:rsidR="0035531B" w:rsidRPr="00630A07" w:rsidRDefault="0035531B" w:rsidP="008B2021">
      <w:pPr>
        <w:pStyle w:val="Odstavec1-1a"/>
        <w:rPr>
          <w:rStyle w:val="Tun9b"/>
        </w:rPr>
      </w:pPr>
      <w:r w:rsidRPr="00630A07">
        <w:rPr>
          <w:rStyle w:val="Tun9b"/>
        </w:rPr>
        <w:t>úředně oprávněný zeměměřický inženýr</w:t>
      </w:r>
    </w:p>
    <w:p w14:paraId="0853D72A" w14:textId="77777777" w:rsidR="0035531B" w:rsidRPr="00046662" w:rsidRDefault="0035531B" w:rsidP="008B2021">
      <w:pPr>
        <w:pStyle w:val="Odrka1-2-"/>
      </w:pPr>
      <w:r w:rsidRPr="00046662">
        <w:t>oprávnění pro ověřování výsledků zeměměřických činností</w:t>
      </w:r>
      <w:r w:rsidR="00092CC9" w:rsidRPr="00046662">
        <w:t xml:space="preserve"> v </w:t>
      </w:r>
      <w:r w:rsidRPr="00046662">
        <w:t>rozsahu dle § 13 odst. 1 písm. a)</w:t>
      </w:r>
      <w:r w:rsidR="00845C50" w:rsidRPr="00046662">
        <w:t xml:space="preserve"> a </w:t>
      </w:r>
      <w:r w:rsidR="00517CDB">
        <w:t xml:space="preserve">c) </w:t>
      </w:r>
      <w:r w:rsidRPr="00046662">
        <w:t>zákona č. 200/1994 Sb.,</w:t>
      </w:r>
      <w:r w:rsidR="00092CC9" w:rsidRPr="00046662">
        <w:t xml:space="preserve"> o </w:t>
      </w:r>
      <w:r w:rsidRPr="00046662">
        <w:t>zeměměřictví</w:t>
      </w:r>
      <w:r w:rsidR="00845C50" w:rsidRPr="00046662">
        <w:t xml:space="preserve"> a</w:t>
      </w:r>
      <w:r w:rsidR="00092CC9" w:rsidRPr="00046662">
        <w:t xml:space="preserve"> o </w:t>
      </w:r>
      <w:r w:rsidRPr="00046662">
        <w:t>změně</w:t>
      </w:r>
      <w:r w:rsidR="00845C50" w:rsidRPr="00046662">
        <w:t xml:space="preserve"> a </w:t>
      </w:r>
      <w:r w:rsidRPr="00046662">
        <w:t>doplnění některých zákonů souvisejících</w:t>
      </w:r>
      <w:r w:rsidR="00845C50" w:rsidRPr="00046662">
        <w:t xml:space="preserve"> s </w:t>
      </w:r>
      <w:r w:rsidRPr="00046662">
        <w:t>jeho zavedení</w:t>
      </w:r>
      <w:r w:rsidR="00827DF7">
        <w:t>m, ve znění pozdějších předpisů.</w:t>
      </w:r>
    </w:p>
    <w:p w14:paraId="13720DD3" w14:textId="34BFD5CE" w:rsidR="0035531B" w:rsidRDefault="00827DF7" w:rsidP="008B2021">
      <w:pPr>
        <w:pStyle w:val="Textbezslovn"/>
      </w:pPr>
      <w:r w:rsidRPr="008B2021">
        <w:rPr>
          <w:rStyle w:val="Tun9b"/>
        </w:rPr>
        <w:t>Zkušeností s řízením realizace</w:t>
      </w:r>
      <w:r>
        <w:t xml:space="preserve"> stavby nebo </w:t>
      </w: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zkušenost nebo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14:paraId="19890789"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8F2C8DE"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w:t>
      </w:r>
      <w:r w:rsidR="008216BB">
        <w:t xml:space="preserve"> zkušenosti s řízením realizace</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510CC08"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00703184"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B2849ED" w14:textId="77777777" w:rsidR="0035531B" w:rsidRDefault="008B70C7" w:rsidP="008216BB">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3A8F30D" w14:textId="77777777" w:rsidR="0035531B" w:rsidRDefault="0035531B" w:rsidP="0035531B">
      <w:pPr>
        <w:pStyle w:val="Text1-1"/>
        <w:rPr>
          <w:rStyle w:val="Tun9b"/>
        </w:rPr>
      </w:pPr>
      <w:r w:rsidRPr="0006499F">
        <w:rPr>
          <w:rStyle w:val="Tun9b"/>
        </w:rPr>
        <w:t>Další technická kvalifikace</w:t>
      </w:r>
    </w:p>
    <w:p w14:paraId="0380F299" w14:textId="77777777" w:rsidR="008216BB" w:rsidRDefault="008216BB" w:rsidP="008216BB">
      <w:pPr>
        <w:pStyle w:val="Text1-1"/>
        <w:numPr>
          <w:ilvl w:val="0"/>
          <w:numId w:val="0"/>
        </w:numPr>
        <w:ind w:left="737"/>
        <w:rPr>
          <w:rStyle w:val="Tun9b"/>
          <w:b w:val="0"/>
        </w:rPr>
      </w:pPr>
      <w:r w:rsidRPr="008216BB">
        <w:rPr>
          <w:rStyle w:val="Tun9b"/>
          <w:b w:val="0"/>
        </w:rPr>
        <w:t>Neobsazeno.</w:t>
      </w:r>
    </w:p>
    <w:p w14:paraId="04E785E4" w14:textId="77777777" w:rsidR="008216BB" w:rsidRPr="008216BB" w:rsidRDefault="008216BB" w:rsidP="008216BB">
      <w:pPr>
        <w:pStyle w:val="Text1-1"/>
        <w:numPr>
          <w:ilvl w:val="0"/>
          <w:numId w:val="0"/>
        </w:numPr>
        <w:ind w:left="737"/>
        <w:rPr>
          <w:rStyle w:val="Tun9b"/>
          <w:b w:val="0"/>
        </w:rPr>
      </w:pPr>
    </w:p>
    <w:p w14:paraId="4108390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381443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1220CE7" w14:textId="77777777" w:rsidR="008B70C7" w:rsidRDefault="008B70C7" w:rsidP="008B70C7">
      <w:pPr>
        <w:pStyle w:val="Textbezslovn"/>
      </w:pPr>
      <w:r>
        <w:t xml:space="preserve">Dodavatelé v nabídkách předkládají prosté kopie dokladů prokazujících splnění kvalifikace. </w:t>
      </w:r>
    </w:p>
    <w:p w14:paraId="5255D28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17B8D38"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3BE56BF2"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B6AEB25"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FCBC82C"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7CB492E"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5CC333AA"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r w:rsidR="0035531B">
        <w:t>.</w:t>
      </w:r>
    </w:p>
    <w:p w14:paraId="47A1E550"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E6FEC3"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8D91045" w14:textId="77777777" w:rsidR="008216BB" w:rsidRDefault="008216BB" w:rsidP="00686462">
      <w:pPr>
        <w:pStyle w:val="Textbezslovn"/>
        <w:spacing w:after="0"/>
        <w:ind w:left="1077"/>
      </w:pPr>
    </w:p>
    <w:p w14:paraId="6A520746"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7EDEAF5"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D5BB3BD"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20B215E" w14:textId="77777777" w:rsidR="0035531B" w:rsidRDefault="0035531B" w:rsidP="0006499F">
      <w:pPr>
        <w:pStyle w:val="Textbezslovn"/>
      </w:pPr>
      <w:r>
        <w:t>Dodavatel je</w:t>
      </w:r>
      <w:r w:rsidR="00092CC9">
        <w:t xml:space="preserve"> v </w:t>
      </w:r>
      <w:r>
        <w:t>takovém případě povinen zadavateli předložit:</w:t>
      </w:r>
    </w:p>
    <w:p w14:paraId="700BE677" w14:textId="77777777" w:rsidR="0035531B" w:rsidRDefault="0035531B" w:rsidP="0006499F">
      <w:pPr>
        <w:pStyle w:val="Odrka1-1"/>
      </w:pPr>
      <w:r>
        <w:t>doklady</w:t>
      </w:r>
      <w:r w:rsidR="00092CC9">
        <w:t xml:space="preserve"> o </w:t>
      </w:r>
      <w:r>
        <w:t>splnění základní způsobilosti jinou sobou,</w:t>
      </w:r>
    </w:p>
    <w:p w14:paraId="139562D6"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64FD6C1B" w14:textId="77777777" w:rsidR="0035531B" w:rsidRDefault="0035531B" w:rsidP="0006499F">
      <w:pPr>
        <w:pStyle w:val="Odrka1-1"/>
      </w:pPr>
      <w:r>
        <w:lastRenderedPageBreak/>
        <w:t>doklady prokazující splnění chybějící části kvalifikace prostřednictvím jiné osoby a</w:t>
      </w:r>
    </w:p>
    <w:p w14:paraId="692922C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A27CD09"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F1BA93"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B8F46E2" w14:textId="77777777" w:rsidR="0035531B" w:rsidRDefault="0035531B" w:rsidP="008216BB">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w:t>
      </w:r>
      <w:r w:rsidR="008216BB">
        <w:t>říku nebo jiné obdobné evidence</w:t>
      </w:r>
    </w:p>
    <w:p w14:paraId="029F2FC3" w14:textId="77777777" w:rsidR="0035531B" w:rsidRDefault="0035531B" w:rsidP="00193D8F">
      <w:pPr>
        <w:pStyle w:val="Nadpis1-1"/>
      </w:pPr>
      <w:bookmarkStart w:id="13" w:name="_Toc34047338"/>
      <w:r>
        <w:t>DALŠÍ INFORMACE/DOKUMENTY PŘEDKLÁDANÉ DODAVATELEM</w:t>
      </w:r>
      <w:r w:rsidR="00092CC9">
        <w:t xml:space="preserve"> </w:t>
      </w:r>
      <w:r w:rsidR="00776A8A">
        <w:t>V</w:t>
      </w:r>
      <w:r w:rsidR="00092CC9">
        <w:t> </w:t>
      </w:r>
      <w:r>
        <w:t>NABÍDCE</w:t>
      </w:r>
      <w:bookmarkEnd w:id="13"/>
    </w:p>
    <w:p w14:paraId="2FF7EF4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5A373C6"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7A9D62DF"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2E6ED17"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70224A5E"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 xml:space="preserve">rozsahu dodržení stanoveného pořadí, návaznosti, délky stavebních postupů jako </w:t>
      </w:r>
      <w:r>
        <w:lastRenderedPageBreak/>
        <w:t>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E8BEF22"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0961ED5B" w14:textId="77777777" w:rsidR="0035531B" w:rsidRDefault="0035531B" w:rsidP="0035531B">
      <w:pPr>
        <w:pStyle w:val="Text1-1"/>
      </w:pPr>
      <w:r>
        <w:t>Podání nabíd</w:t>
      </w:r>
      <w:r w:rsidR="00695DAA">
        <w:t>ky společně několika dodavateli</w:t>
      </w:r>
    </w:p>
    <w:p w14:paraId="0CDB753B"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5A2D229D"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095B422"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A2C40AF"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Veškerá právní jednání budou považována za doručená resp. odeslaná okamžikem doručení, resp. odeslání tomuto společníkovi</w:t>
      </w:r>
      <w:r w:rsidR="0035531B" w:rsidRPr="00AA257A">
        <w:rPr>
          <w:b/>
        </w:rPr>
        <w:t>.</w:t>
      </w:r>
    </w:p>
    <w:p w14:paraId="6EBA6C96" w14:textId="77777777" w:rsidR="0035531B" w:rsidRPr="0060115D" w:rsidRDefault="0035531B" w:rsidP="0035531B">
      <w:pPr>
        <w:pStyle w:val="Text1-1"/>
        <w:rPr>
          <w:rStyle w:val="Tun9b"/>
        </w:rPr>
      </w:pPr>
      <w:r w:rsidRPr="0060115D">
        <w:rPr>
          <w:rStyle w:val="Tun9b"/>
        </w:rPr>
        <w:t>Poddodavatelské omezení</w:t>
      </w:r>
    </w:p>
    <w:p w14:paraId="00E4AFBB" w14:textId="77777777" w:rsidR="0035531B" w:rsidRDefault="0035531B" w:rsidP="00BC6D2B">
      <w:pPr>
        <w:pStyle w:val="Odrka1-1"/>
      </w:pPr>
      <w:r>
        <w:t>Zadavatel nevymezuje žádné činnosti při plnění veřejné zakázky, které musí být plněny přímo vybraným dodavatelem.</w:t>
      </w:r>
    </w:p>
    <w:p w14:paraId="60364883" w14:textId="77777777" w:rsidR="00BC6D2B" w:rsidRPr="008216BB" w:rsidRDefault="00616090" w:rsidP="00616090">
      <w:pPr>
        <w:pStyle w:val="Text1-1"/>
        <w:rPr>
          <w:b/>
        </w:rPr>
      </w:pPr>
      <w:r w:rsidRPr="008216BB">
        <w:rPr>
          <w:b/>
        </w:rPr>
        <w:t>Návrh smlouvy na plnění této veřejné zakázky</w:t>
      </w:r>
    </w:p>
    <w:p w14:paraId="1D88B08B"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1FE99978" w14:textId="77777777" w:rsidR="00616090" w:rsidRDefault="00616090" w:rsidP="00616090">
      <w:pPr>
        <w:pStyle w:val="Odrka1-2-"/>
      </w:pPr>
      <w:r>
        <w:t xml:space="preserve">do těla závazného vzoru smlouvy celkovou nabídkovou cenu díla </w:t>
      </w:r>
      <w:r w:rsidR="0013544F">
        <w:t xml:space="preserve">za obě stavby </w:t>
      </w:r>
      <w:r>
        <w:t>bez DPH zpracovanou dle požadavků stanovených v článku 13 této Výzvy;</w:t>
      </w:r>
    </w:p>
    <w:p w14:paraId="5FB14352" w14:textId="77777777" w:rsidR="00616090" w:rsidRDefault="00616090" w:rsidP="00616090">
      <w:pPr>
        <w:pStyle w:val="Odrka1-2-"/>
      </w:pPr>
      <w:r>
        <w:t>do Přílohy č. 6 závazného vzoru smlouvy s názvem Oprávněné osoby:</w:t>
      </w:r>
    </w:p>
    <w:p w14:paraId="2E707981"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2BF2261A" w14:textId="77777777" w:rsidR="00616090" w:rsidRDefault="00616090" w:rsidP="00616090">
      <w:pPr>
        <w:pStyle w:val="Odrka1-2-"/>
      </w:pPr>
      <w:r>
        <w:t>do Přílohy č. 8 závazného vzoru smlouvy s názvem Seznam poddodavatelů:</w:t>
      </w:r>
    </w:p>
    <w:p w14:paraId="03AC7DEE"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0B67B5B5"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4B2949B"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1FBCC75" w14:textId="77777777" w:rsidR="0035531B" w:rsidRDefault="0035531B" w:rsidP="00BC6D2B">
      <w:pPr>
        <w:pStyle w:val="Nadpis1-1"/>
      </w:pPr>
      <w:bookmarkStart w:id="14" w:name="_Toc34047339"/>
      <w:r>
        <w:t>PROHLÍDKA MÍSTA PLNĚNÍ (STAVENIŠTĚ)</w:t>
      </w:r>
      <w:bookmarkEnd w:id="14"/>
    </w:p>
    <w:p w14:paraId="63DF8FA6"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1296C9EB" w14:textId="77777777" w:rsidR="0035531B" w:rsidRDefault="0035531B" w:rsidP="00BC6D2B">
      <w:pPr>
        <w:pStyle w:val="Nadpis1-1"/>
      </w:pPr>
      <w:bookmarkStart w:id="15" w:name="_Toc34047340"/>
      <w:r>
        <w:t>JAZYK NABÍDEK</w:t>
      </w:r>
      <w:bookmarkEnd w:id="15"/>
    </w:p>
    <w:p w14:paraId="3DCD0474"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D30A5F0" w14:textId="77777777"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E5AD32F" w14:textId="77777777" w:rsidR="0035531B" w:rsidRDefault="0035531B" w:rsidP="00BC6D2B">
      <w:pPr>
        <w:pStyle w:val="Nadpis1-1"/>
      </w:pPr>
      <w:bookmarkStart w:id="16" w:name="_Toc34047341"/>
      <w:r>
        <w:t>OBSAH</w:t>
      </w:r>
      <w:r w:rsidR="00845C50">
        <w:t xml:space="preserve"> </w:t>
      </w:r>
      <w:r w:rsidR="00776A8A">
        <w:t>A</w:t>
      </w:r>
      <w:r w:rsidR="00845C50">
        <w:t> </w:t>
      </w:r>
      <w:r>
        <w:t>PODÁVÁNÍ NABÍDEK</w:t>
      </w:r>
      <w:bookmarkEnd w:id="16"/>
    </w:p>
    <w:p w14:paraId="0D649A9A"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78BC854" w14:textId="4A2CED5E" w:rsidR="00F82674" w:rsidRPr="00F82674" w:rsidRDefault="00F82674" w:rsidP="00F82674">
      <w:pPr>
        <w:pStyle w:val="Text1-1"/>
        <w:numPr>
          <w:ilvl w:val="0"/>
          <w:numId w:val="0"/>
        </w:numPr>
        <w:ind w:left="737"/>
        <w:rPr>
          <w:b/>
        </w:rPr>
      </w:pPr>
      <w:r w:rsidRPr="00DF7D41">
        <w:rPr>
          <w:b/>
        </w:rPr>
        <w:t xml:space="preserve">Nabídka musí být podána nejpozději do </w:t>
      </w:r>
      <w:r w:rsidR="00DF7D41" w:rsidRPr="00DF7D41">
        <w:rPr>
          <w:b/>
        </w:rPr>
        <w:t xml:space="preserve">8. 7. </w:t>
      </w:r>
      <w:r w:rsidRPr="00DF7D41">
        <w:rPr>
          <w:b/>
        </w:rPr>
        <w:t xml:space="preserve">2020 do </w:t>
      </w:r>
      <w:r w:rsidR="00DF7D41" w:rsidRPr="00DF7D41">
        <w:rPr>
          <w:b/>
        </w:rPr>
        <w:t>9:00</w:t>
      </w:r>
      <w:r w:rsidRPr="00DF7D41">
        <w:rPr>
          <w:b/>
        </w:rPr>
        <w:t xml:space="preserve"> hodin.</w:t>
      </w:r>
    </w:p>
    <w:p w14:paraId="78913C2B" w14:textId="77777777" w:rsidR="003A0E3D" w:rsidRDefault="003A0E3D" w:rsidP="00F82674">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w:t>
      </w:r>
      <w:r>
        <w:br/>
        <w:t xml:space="preserve">E-ZAK a pravidelně kontrolovat doručené zprávy. Nabídka může obsahovat více dokumentů (souborů), jednotlivé dokumenty musí být do systému </w:t>
      </w:r>
      <w:r>
        <w:br/>
        <w:t>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a ve formátu XML. Soupis prací ve formátu XML má strukturu dat dle datového předpisu XDC </w:t>
      </w:r>
      <w:r w:rsidRPr="00687D83">
        <w:t>(popis datového předpisu viz https://xdc.szdc.cz)</w:t>
      </w:r>
      <w:r>
        <w:t xml:space="preserve">. </w:t>
      </w:r>
      <w:r w:rsidRPr="00E11ACD">
        <w:rPr>
          <w:b/>
        </w:rPr>
        <w:t>Oceněný Soupis prací bude dodavatelem v nabídce předložen pouze ve formátu XML</w:t>
      </w:r>
      <w:r>
        <w:rPr>
          <w:b/>
        </w:rPr>
        <w:t xml:space="preserve"> </w:t>
      </w:r>
      <w:r w:rsidRPr="00687D83">
        <w:rPr>
          <w:b/>
        </w:rPr>
        <w:t>(datový předpis XDC)</w:t>
      </w:r>
      <w:r w:rsidRPr="00E11ACD">
        <w:rPr>
          <w:b/>
        </w:rPr>
        <w:t>.</w:t>
      </w:r>
      <w:r>
        <w:t xml:space="preserve"> V případě změn a doplnění zadávací dokumentace budou případné změny či úpravy Soupisu prací zadavatelem prováděny ve formátu XML </w:t>
      </w:r>
      <w:r>
        <w:rPr>
          <w:rFonts w:ascii="Verdana" w:hAnsi="Verdana"/>
          <w:sz w:val="20"/>
          <w:szCs w:val="20"/>
        </w:rPr>
        <w:t>a xls/xlsx</w:t>
      </w:r>
      <w:r>
        <w:t xml:space="preserve">.  </w:t>
      </w:r>
      <w:r w:rsidRPr="00F67C1C">
        <w:t xml:space="preserve">Soupis prací ve formátu XML </w:t>
      </w:r>
      <w:r w:rsidRPr="00687D83">
        <w:t>(datový předpis XDC)</w:t>
      </w:r>
      <w:r>
        <w:t xml:space="preserve"> </w:t>
      </w:r>
      <w:r w:rsidRPr="00F67C1C">
        <w:t xml:space="preserve">může dodavatel také vyplnit v modulu pro ocenění nabídkové ceny na zabezpečeném serveru </w:t>
      </w:r>
      <w:hyperlink r:id="rId20" w:history="1">
        <w:r w:rsidRPr="00F67C1C">
          <w:rPr>
            <w:rStyle w:val="Hypertextovodkaz"/>
            <w:noProof w:val="0"/>
          </w:rPr>
          <w:t>https://xdc.szdc.cz</w:t>
        </w:r>
      </w:hyperlink>
      <w:r w:rsidRPr="00F67C1C">
        <w:t>.</w:t>
      </w:r>
    </w:p>
    <w:p w14:paraId="76BE2EE9" w14:textId="77777777" w:rsidR="0035531B" w:rsidRDefault="0035531B" w:rsidP="0035531B">
      <w:pPr>
        <w:pStyle w:val="Text1-1"/>
      </w:pPr>
      <w:r>
        <w:t>Nabídka bude předložena</w:t>
      </w:r>
      <w:r w:rsidR="00092CC9">
        <w:t xml:space="preserve"> v </w:t>
      </w:r>
      <w:r>
        <w:t>následující struktuře:</w:t>
      </w:r>
    </w:p>
    <w:p w14:paraId="791A930F"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0B888E6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10CAD052"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4FA68C4A" w14:textId="77777777" w:rsidR="00695DAA" w:rsidRDefault="00695DAA" w:rsidP="00695DAA">
      <w:pPr>
        <w:pStyle w:val="Odrka1-1"/>
      </w:pPr>
      <w:r>
        <w:t>Plná moc nebo pověření, je-li tohoto dokumentu třeba.</w:t>
      </w:r>
    </w:p>
    <w:p w14:paraId="4360DD0E"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60D4AAF" w14:textId="77777777" w:rsidR="00695DAA" w:rsidRDefault="00695DAA" w:rsidP="00695DAA">
      <w:pPr>
        <w:pStyle w:val="Odrka1-1"/>
      </w:pPr>
      <w:r>
        <w:t xml:space="preserve">Doklady prokazující splnění </w:t>
      </w:r>
      <w:r w:rsidRPr="00695DAA">
        <w:rPr>
          <w:b/>
        </w:rPr>
        <w:t>profesní způsobilosti</w:t>
      </w:r>
      <w:r>
        <w:t>.</w:t>
      </w:r>
    </w:p>
    <w:p w14:paraId="76F70B4A" w14:textId="77777777" w:rsidR="00F82674" w:rsidRDefault="00695DAA" w:rsidP="007D58F3">
      <w:pPr>
        <w:pStyle w:val="Odrka1-1"/>
      </w:pPr>
      <w:r>
        <w:t xml:space="preserve">Doklady prokazující splnění </w:t>
      </w:r>
      <w:r w:rsidRPr="00F82674">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p>
    <w:p w14:paraId="7E790F7D" w14:textId="77777777" w:rsidR="00695DAA" w:rsidRDefault="00695DAA" w:rsidP="007D58F3">
      <w:pPr>
        <w:pStyle w:val="Odrka1-1"/>
      </w:pPr>
      <w:r>
        <w:t>Seznam jiných osob, jejichž prostřednictvím prokazuje dodavatel určitou část kvalifikace, ve formě formuláře obsaženého v Příloze č. 9 této Výzvy, a doklady vztahující se k těmto jiným osobám.</w:t>
      </w:r>
    </w:p>
    <w:p w14:paraId="05542720" w14:textId="77777777" w:rsidR="00695DAA" w:rsidRDefault="00695DAA" w:rsidP="00695DAA">
      <w:pPr>
        <w:pStyle w:val="Odrka1-1"/>
      </w:pPr>
      <w:r>
        <w:t>Údaje o poddodavatelích ve formě formuláře obsaženého v Příloze č. 2 této Výzvy.</w:t>
      </w:r>
    </w:p>
    <w:p w14:paraId="086D9BB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FFB91F2" w14:textId="77777777" w:rsidR="00695DAA" w:rsidRDefault="00695DAA" w:rsidP="00695DAA">
      <w:pPr>
        <w:pStyle w:val="Odrka1-1"/>
      </w:pPr>
      <w:r>
        <w:t>Harmonogram postupu prací zpracovaný podle požadavků zadavatele stanovených v článku 9.1 této Výzvy.</w:t>
      </w:r>
    </w:p>
    <w:p w14:paraId="211AE248" w14:textId="77777777" w:rsidR="00695DAA" w:rsidRDefault="00695DAA" w:rsidP="00695DAA">
      <w:pPr>
        <w:pStyle w:val="Odrka1-1"/>
      </w:pPr>
      <w:r>
        <w:t>Další dokumenty, dle uvážení dodavatele, na které nebyl prostor v předcházejících částech nabídky.</w:t>
      </w:r>
    </w:p>
    <w:p w14:paraId="1F67B741" w14:textId="77777777" w:rsidR="00F82674" w:rsidRDefault="00695DAA" w:rsidP="007D58F3">
      <w:pPr>
        <w:pStyle w:val="Odrka1-1"/>
      </w:pPr>
      <w:r>
        <w:t>Oceněný Soupis prací obsažen</w:t>
      </w:r>
      <w:r w:rsidR="00827DF7">
        <w:t>ý</w:t>
      </w:r>
      <w:r>
        <w:t xml:space="preserve"> v Dílu 4 zadávací dokumentace</w:t>
      </w:r>
    </w:p>
    <w:p w14:paraId="68EDFCF2" w14:textId="77777777" w:rsidR="00F82674" w:rsidRDefault="00F82674" w:rsidP="00F82674">
      <w:pPr>
        <w:pStyle w:val="Text1-1"/>
      </w:pPr>
      <w:r w:rsidRPr="00F82674">
        <w:t>Nabídky podané po uplynutí lhůty pro podání nabídky nebo podané jiným, než výše uvedeným způsobem, nebudou otevřeny, takové nabídky se nepovažují za podané a v průběhu výběrového řízení se k nim nepřihlíží.</w:t>
      </w:r>
    </w:p>
    <w:p w14:paraId="0D0DC2EF"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63FBF754"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695DAA">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44C4DAC" w14:textId="77777777" w:rsidR="0035531B" w:rsidRDefault="0035531B" w:rsidP="007038DC">
      <w:pPr>
        <w:pStyle w:val="Nadpis1-1"/>
      </w:pPr>
      <w:bookmarkStart w:id="17" w:name="_Toc34047342"/>
      <w:r>
        <w:t>POŽADAVKY NA ZPRACOVÁNÍ NABÍDKOVÉ CENY</w:t>
      </w:r>
      <w:bookmarkEnd w:id="17"/>
      <w:r>
        <w:t xml:space="preserve"> </w:t>
      </w:r>
    </w:p>
    <w:p w14:paraId="0E4C9881"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B83384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6411A93E" w14:textId="77777777" w:rsidR="0035531B" w:rsidRDefault="004C086E" w:rsidP="004C086E">
      <w:pPr>
        <w:pStyle w:val="Text1-1"/>
      </w:pPr>
      <w:r w:rsidRPr="004C086E">
        <w:t xml:space="preserve">Nabídková cena bude v návrhu Smlouvy o dílo uvedena v Kč bez DPH. Nabídková cena bude zaokrouhlená na dvě desetinná místa. </w:t>
      </w:r>
    </w:p>
    <w:p w14:paraId="14969FFE" w14:textId="77777777" w:rsidR="0035531B" w:rsidRDefault="0035531B" w:rsidP="004C086E">
      <w:pPr>
        <w:pStyle w:val="Nadpis1-1"/>
      </w:pPr>
      <w:bookmarkStart w:id="18" w:name="_Toc34047343"/>
      <w:r>
        <w:t>VARIANTY NABÍDKY, VÝHRADA ZMĚNY DODAVATELE</w:t>
      </w:r>
      <w:r w:rsidR="00845C50">
        <w:t xml:space="preserve"> </w:t>
      </w:r>
      <w:bookmarkEnd w:id="18"/>
    </w:p>
    <w:p w14:paraId="71849F66" w14:textId="77777777" w:rsidR="0035531B" w:rsidRDefault="0035531B" w:rsidP="0035531B">
      <w:pPr>
        <w:pStyle w:val="Text1-1"/>
      </w:pPr>
      <w:r>
        <w:t xml:space="preserve">Zadavatel nepřipouští předložení varianty nabídky. </w:t>
      </w:r>
    </w:p>
    <w:p w14:paraId="07E3FAE1"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501C2FBA" w14:textId="77777777" w:rsidR="00DB6E7D"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rsidRPr="004C086E">
        <w:lastRenderedPageBreak/>
        <w:t xml:space="preserve">dodavatele předložené ve výběrovém řízení bude upravena s přihlédnutím k původnímu Soupisu prací dle nabídky a bude od ní odečtena část nabídkové ceny odpovídající již bezvadně dodané části předmětu plnění. </w:t>
      </w:r>
      <w:r w:rsidRPr="00DB6E7D">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DB6E7D">
        <w:t xml:space="preserve"> </w:t>
      </w:r>
    </w:p>
    <w:p w14:paraId="645FCFEE"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4AB8C3BD" w14:textId="77777777" w:rsidR="0035531B" w:rsidRDefault="0035531B" w:rsidP="007038DC">
      <w:pPr>
        <w:pStyle w:val="Nadpis1-1"/>
      </w:pPr>
      <w:bookmarkStart w:id="19" w:name="_Toc34047344"/>
      <w:r>
        <w:t>OTEVÍRÁNÍ NABÍDEK</w:t>
      </w:r>
      <w:bookmarkEnd w:id="19"/>
      <w:r>
        <w:t xml:space="preserve"> </w:t>
      </w:r>
    </w:p>
    <w:p w14:paraId="2D3A012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54BFB2F" w14:textId="77777777" w:rsidR="0035531B" w:rsidRDefault="0035531B" w:rsidP="007038DC">
      <w:pPr>
        <w:pStyle w:val="Nadpis1-1"/>
      </w:pPr>
      <w:bookmarkStart w:id="20" w:name="_Toc34047345"/>
      <w:r>
        <w:t>POSOUZENÍ SPLNĚNÍ PODMÍNEK ÚČASTI</w:t>
      </w:r>
      <w:bookmarkEnd w:id="20"/>
    </w:p>
    <w:p w14:paraId="6EEFF9C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074D96D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69F95D5"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343F84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119884DA"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32D5692"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1D5EDB6F" w14:textId="77777777" w:rsidR="001D4B4A" w:rsidRDefault="001D4B4A" w:rsidP="001D4B4A">
      <w:pPr>
        <w:pStyle w:val="Odstavec1-1a"/>
        <w:numPr>
          <w:ilvl w:val="0"/>
          <w:numId w:val="15"/>
        </w:numPr>
      </w:pPr>
      <w:r>
        <w:t>nebyly účastníkem výběrového řízení objasněny nebo doplněny na základě žádosti, nebo</w:t>
      </w:r>
    </w:p>
    <w:p w14:paraId="5B14F43C" w14:textId="77777777" w:rsidR="001D4B4A" w:rsidRDefault="001D4B4A" w:rsidP="001D4B4A">
      <w:pPr>
        <w:pStyle w:val="Odstavec1-1a"/>
        <w:numPr>
          <w:ilvl w:val="0"/>
          <w:numId w:val="15"/>
        </w:numPr>
      </w:pPr>
      <w:r>
        <w:lastRenderedPageBreak/>
        <w:t>neodpovídají skutečnosti a měly nebo mohou mít vliv na posouzení podmínek účasti nebo na naplnění kritérií hodnocení.</w:t>
      </w:r>
    </w:p>
    <w:p w14:paraId="4DEA8381"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38C3C04F"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8B56560"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71FEE31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A5A2984"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FF79015"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75F5B61"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0418BB4"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D994EB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D6D592E"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67033B69" w14:textId="77777777" w:rsidR="0035531B" w:rsidRDefault="0035531B" w:rsidP="007038DC">
      <w:pPr>
        <w:pStyle w:val="Nadpis1-1"/>
      </w:pPr>
      <w:bookmarkStart w:id="21" w:name="_Toc34047346"/>
      <w:r>
        <w:t>HODNOCENÍ NABÍDEK</w:t>
      </w:r>
      <w:bookmarkEnd w:id="21"/>
    </w:p>
    <w:p w14:paraId="020B152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E37ED48"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4296DB1E" w14:textId="77777777" w:rsidR="0035531B" w:rsidRDefault="0035531B" w:rsidP="007038DC">
      <w:pPr>
        <w:pStyle w:val="Nadpis1-1"/>
      </w:pPr>
      <w:bookmarkStart w:id="22" w:name="_Toc34047347"/>
      <w:r>
        <w:t xml:space="preserve">ZRUŠENÍ </w:t>
      </w:r>
      <w:r w:rsidR="001472A9">
        <w:t xml:space="preserve">VÝBĚROVÉHO </w:t>
      </w:r>
      <w:r>
        <w:t>ŘÍZENÍ</w:t>
      </w:r>
      <w:bookmarkEnd w:id="22"/>
    </w:p>
    <w:p w14:paraId="3060F753"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2FCF46F" w14:textId="77777777"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00DB6E7D" w:rsidRPr="00DB6E7D">
        <w:t xml:space="preserve">zakázky </w:t>
      </w:r>
      <w:r w:rsidRPr="00DB6E7D">
        <w:t>u</w:t>
      </w:r>
      <w:r w:rsidRPr="007B3D4D">
        <w:t>vedenou čl. 5.3 této Výzvy</w:t>
      </w:r>
      <w:r w:rsidR="0035531B">
        <w:t>.</w:t>
      </w:r>
    </w:p>
    <w:p w14:paraId="0D3A1288" w14:textId="77777777" w:rsidR="0035531B" w:rsidRDefault="007B3D4D" w:rsidP="007B3D4D">
      <w:pPr>
        <w:pStyle w:val="Text1-1"/>
      </w:pPr>
      <w:r w:rsidRPr="007B3D4D">
        <w:t xml:space="preserve">Pokud bude nabídka vybraného dodavatele obsahovat nabídkovou cenu, která překročí </w:t>
      </w:r>
      <w:r w:rsidR="00DB6E7D">
        <w:t>režim veřejné zakázky</w:t>
      </w:r>
      <w:r w:rsidR="00827DF7">
        <w:t>,</w:t>
      </w:r>
      <w:r w:rsidRPr="007B3D4D">
        <w:t xml:space="preserve"> bude výběrové řízení zrušeno</w:t>
      </w:r>
      <w:r>
        <w:t>.</w:t>
      </w:r>
    </w:p>
    <w:p w14:paraId="07E59479" w14:textId="77777777" w:rsidR="0035531B" w:rsidRDefault="0035531B" w:rsidP="007038DC">
      <w:pPr>
        <w:pStyle w:val="Nadpis1-1"/>
      </w:pPr>
      <w:bookmarkStart w:id="23" w:name="_Toc34047348"/>
      <w:r>
        <w:t>UZAVŘENÍ SMLOUVY</w:t>
      </w:r>
      <w:bookmarkEnd w:id="23"/>
    </w:p>
    <w:p w14:paraId="0D7D87C1" w14:textId="087AC9F2"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23CDA785"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uvedené </w:t>
      </w:r>
      <w:r w:rsidRPr="00DB6E7D">
        <w:t>v č</w:t>
      </w:r>
      <w:r w:rsidR="00DB6E7D">
        <w:t xml:space="preserve">lánku 19.3, resp. v článku 19.4 Výzvy.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23A059D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9A302EA"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DB3B03C"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517CD6D8" w14:textId="77777777" w:rsidR="0035531B" w:rsidRDefault="00C759F1" w:rsidP="00DB6E7D">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3D4B0FA2"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3A39AAA" w14:textId="77777777" w:rsidR="0035531B" w:rsidRDefault="00AF20AA" w:rsidP="00AF20AA">
      <w:pPr>
        <w:pStyle w:val="Text1-1"/>
      </w:pPr>
      <w:r w:rsidRPr="00AF20AA">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367112F2"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2AF0A7AE" w14:textId="77777777" w:rsidR="0035531B" w:rsidRDefault="0035531B" w:rsidP="00B77C6D">
      <w:pPr>
        <w:pStyle w:val="Nadpis1-1"/>
      </w:pPr>
      <w:bookmarkStart w:id="24" w:name="_Toc34047349"/>
      <w:r>
        <w:t>OCHRANA INFORMACÍ</w:t>
      </w:r>
      <w:bookmarkEnd w:id="24"/>
    </w:p>
    <w:p w14:paraId="6D5D88E9"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385A568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7CB5FA2A"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C4B12E5" w14:textId="77777777" w:rsidR="0035531B" w:rsidRDefault="0035531B" w:rsidP="00564DDD">
      <w:pPr>
        <w:pStyle w:val="Nadpis1-1"/>
      </w:pPr>
      <w:bookmarkStart w:id="25" w:name="_Toc34047350"/>
      <w:r>
        <w:t xml:space="preserve">PŘÍLOHY </w:t>
      </w:r>
      <w:r w:rsidR="001472A9">
        <w:t>TÉTO VÝZVY</w:t>
      </w:r>
      <w:bookmarkEnd w:id="25"/>
    </w:p>
    <w:p w14:paraId="1720BBED"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DD639C1" w14:textId="77777777" w:rsidR="0035531B" w:rsidRDefault="0035531B" w:rsidP="00564DDD">
      <w:pPr>
        <w:pStyle w:val="Textbezslovn"/>
        <w:tabs>
          <w:tab w:val="left" w:pos="2127"/>
        </w:tabs>
        <w:spacing w:after="0"/>
        <w:ind w:left="2127" w:hanging="1390"/>
      </w:pPr>
      <w:r>
        <w:t>Příloha č. 2</w:t>
      </w:r>
      <w:r>
        <w:tab/>
        <w:t>Seznam poddodavatelů</w:t>
      </w:r>
    </w:p>
    <w:p w14:paraId="7E7285F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A8A414E" w14:textId="77777777" w:rsidR="0035531B" w:rsidRDefault="0035531B" w:rsidP="00564DDD">
      <w:pPr>
        <w:pStyle w:val="Textbezslovn"/>
        <w:tabs>
          <w:tab w:val="left" w:pos="2127"/>
        </w:tabs>
        <w:spacing w:after="0"/>
        <w:ind w:left="2127" w:hanging="1390"/>
      </w:pPr>
      <w:r>
        <w:t>Příloha č. 4</w:t>
      </w:r>
      <w:r>
        <w:tab/>
        <w:t>Seznam stavebních prací</w:t>
      </w:r>
    </w:p>
    <w:p w14:paraId="74F8087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A69300A" w14:textId="77777777" w:rsidR="0035531B" w:rsidRDefault="0035531B" w:rsidP="00564DDD">
      <w:pPr>
        <w:pStyle w:val="Textbezslovn"/>
        <w:tabs>
          <w:tab w:val="left" w:pos="2127"/>
        </w:tabs>
        <w:spacing w:after="0"/>
        <w:ind w:left="2127" w:hanging="1390"/>
      </w:pPr>
      <w:r>
        <w:t>Příloha č. 6</w:t>
      </w:r>
      <w:r>
        <w:tab/>
        <w:t>Vzor profesního životopisu</w:t>
      </w:r>
    </w:p>
    <w:p w14:paraId="6064F108"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B7FB45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D367827"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DAC1E05" w14:textId="77777777" w:rsidR="0035531B" w:rsidRDefault="0035531B" w:rsidP="00564DDD">
      <w:pPr>
        <w:pStyle w:val="Textbezslovn"/>
        <w:spacing w:after="0"/>
      </w:pPr>
    </w:p>
    <w:p w14:paraId="6C09367C" w14:textId="77777777" w:rsidR="0035531B" w:rsidRDefault="0035531B" w:rsidP="00564DDD">
      <w:pPr>
        <w:pStyle w:val="Textbezslovn"/>
        <w:spacing w:after="0"/>
      </w:pPr>
      <w:r>
        <w:t>V</w:t>
      </w:r>
      <w:r w:rsidR="00B36181">
        <w:t> </w:t>
      </w:r>
      <w:r w:rsidRPr="00DB6E7D">
        <w:t>Praze</w:t>
      </w:r>
      <w:r>
        <w:t xml:space="preserve"> dne ……………………</w:t>
      </w:r>
    </w:p>
    <w:p w14:paraId="40A40881" w14:textId="77777777" w:rsidR="0035531B" w:rsidRDefault="0035531B" w:rsidP="00564DDD">
      <w:pPr>
        <w:pStyle w:val="Textbezslovn"/>
        <w:spacing w:after="0"/>
      </w:pPr>
    </w:p>
    <w:p w14:paraId="6FE724B6" w14:textId="77777777" w:rsidR="0035531B" w:rsidRDefault="0035531B" w:rsidP="00564DDD">
      <w:pPr>
        <w:pStyle w:val="Textbezslovn"/>
        <w:spacing w:after="0"/>
      </w:pPr>
      <w:r>
        <w:t>…………………………………………….</w:t>
      </w:r>
    </w:p>
    <w:p w14:paraId="117850E2" w14:textId="77777777" w:rsidR="0035531B" w:rsidRPr="00DB6E7D" w:rsidRDefault="0035531B" w:rsidP="00564DDD">
      <w:pPr>
        <w:pStyle w:val="Textbezslovn"/>
        <w:spacing w:after="0"/>
      </w:pPr>
      <w:r w:rsidRPr="00DB6E7D">
        <w:t>Ing. Mojmír Nejezchleb</w:t>
      </w:r>
    </w:p>
    <w:p w14:paraId="4FC39DD5" w14:textId="77777777" w:rsidR="0035531B" w:rsidRDefault="0035531B" w:rsidP="00564DDD">
      <w:pPr>
        <w:pStyle w:val="Textbezslovn"/>
        <w:spacing w:after="0"/>
      </w:pPr>
      <w:r w:rsidRPr="00DB6E7D">
        <w:t>náměstek generálního ředitele pro modernizaci dráhy</w:t>
      </w:r>
    </w:p>
    <w:p w14:paraId="1E8AC2E8"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4C63FF8B" w14:textId="77777777" w:rsidR="0035531B" w:rsidRDefault="0035531B" w:rsidP="00FE4333">
      <w:pPr>
        <w:pStyle w:val="Nadpisbezsl1-1"/>
      </w:pPr>
      <w:r w:rsidRPr="00FE4333">
        <w:lastRenderedPageBreak/>
        <w:t>Příloha</w:t>
      </w:r>
      <w:r>
        <w:t xml:space="preserve"> č. 1 </w:t>
      </w:r>
    </w:p>
    <w:p w14:paraId="334F595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623B414" w14:textId="77777777" w:rsidR="00AB1063" w:rsidRDefault="00AB1063" w:rsidP="00454716">
      <w:pPr>
        <w:pStyle w:val="Textbezslovn"/>
        <w:ind w:left="28"/>
      </w:pPr>
    </w:p>
    <w:p w14:paraId="22C029B3" w14:textId="77777777" w:rsidR="0035531B" w:rsidRDefault="0035531B" w:rsidP="00454716">
      <w:pPr>
        <w:pStyle w:val="Textbezslovn"/>
        <w:ind w:left="28"/>
      </w:pPr>
      <w:r>
        <w:t>Obchodní firma [</w:t>
      </w:r>
      <w:r w:rsidRPr="00E24F78">
        <w:rPr>
          <w:b/>
          <w:highlight w:val="yellow"/>
        </w:rPr>
        <w:t>DOPLNÍ DODAVATEL</w:t>
      </w:r>
      <w:r>
        <w:t>]</w:t>
      </w:r>
    </w:p>
    <w:p w14:paraId="410C87FA" w14:textId="77777777" w:rsidR="0035531B" w:rsidRDefault="0035531B" w:rsidP="00454716">
      <w:pPr>
        <w:pStyle w:val="Textbezslovn"/>
        <w:ind w:left="28"/>
      </w:pPr>
      <w:r>
        <w:t>Sídlo [</w:t>
      </w:r>
      <w:r w:rsidRPr="00564DDD">
        <w:rPr>
          <w:highlight w:val="yellow"/>
        </w:rPr>
        <w:t>DOPLNÍ DODAVATEL</w:t>
      </w:r>
      <w:r>
        <w:t>]</w:t>
      </w:r>
    </w:p>
    <w:p w14:paraId="18C95465"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EB7609C" w14:textId="77777777" w:rsidR="0035531B" w:rsidRDefault="0035531B" w:rsidP="00454716">
      <w:pPr>
        <w:pStyle w:val="Textbezslovn"/>
        <w:ind w:left="28"/>
      </w:pPr>
      <w:r>
        <w:t>Právní forma [</w:t>
      </w:r>
      <w:r w:rsidRPr="00564DDD">
        <w:rPr>
          <w:highlight w:val="yellow"/>
        </w:rPr>
        <w:t>DOPLNÍ DODAVATEL</w:t>
      </w:r>
      <w:r>
        <w:t>]</w:t>
      </w:r>
    </w:p>
    <w:p w14:paraId="5C022A2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A18AA3B" w14:textId="77777777" w:rsidR="0035531B" w:rsidRDefault="0035531B" w:rsidP="00454716">
      <w:pPr>
        <w:pStyle w:val="Textbezslovn"/>
        <w:ind w:left="28"/>
      </w:pPr>
      <w:r>
        <w:t>Podrobnosti registrace [</w:t>
      </w:r>
      <w:r w:rsidRPr="00564DDD">
        <w:rPr>
          <w:highlight w:val="yellow"/>
        </w:rPr>
        <w:t>DOPLNÍ DODAVATEL</w:t>
      </w:r>
      <w:r>
        <w:t>]</w:t>
      </w:r>
    </w:p>
    <w:p w14:paraId="7F4787E0" w14:textId="77777777" w:rsidR="0035531B" w:rsidRDefault="0035531B" w:rsidP="00454716">
      <w:pPr>
        <w:pStyle w:val="Textbezslovn"/>
        <w:ind w:left="28"/>
      </w:pPr>
      <w:r>
        <w:t xml:space="preserve">Počet let působení jako dodavatel: </w:t>
      </w:r>
    </w:p>
    <w:p w14:paraId="7634928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9E67CD7" w14:textId="77777777" w:rsidR="0035531B" w:rsidRDefault="0035531B" w:rsidP="00564DDD">
      <w:pPr>
        <w:pStyle w:val="Odrka1-1"/>
      </w:pPr>
      <w:r>
        <w:t>v zahraničí [</w:t>
      </w:r>
      <w:r w:rsidRPr="00564DDD">
        <w:rPr>
          <w:highlight w:val="yellow"/>
        </w:rPr>
        <w:t>DOPLNÍ DODAVATEL</w:t>
      </w:r>
      <w:r>
        <w:t>]</w:t>
      </w:r>
    </w:p>
    <w:p w14:paraId="7A5033A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1DB391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29AE2E" w14:textId="77777777" w:rsidR="0035531B" w:rsidRDefault="0035531B" w:rsidP="00564DDD">
      <w:pPr>
        <w:pStyle w:val="Textbezslovn"/>
      </w:pPr>
      <w:r>
        <w:t xml:space="preserve"> </w:t>
      </w:r>
    </w:p>
    <w:p w14:paraId="140BBC35" w14:textId="77777777" w:rsidR="008C65E0" w:rsidRDefault="006A6AF2" w:rsidP="006A6AF2">
      <w:pPr>
        <w:pStyle w:val="Textbezslovn"/>
        <w:ind w:left="0"/>
      </w:pPr>
      <w:r w:rsidRPr="006A6AF2">
        <w:t>Řádně jsme se seznámili se zněním zadávacích pod</w:t>
      </w:r>
      <w:r w:rsidR="00DB6E7D">
        <w:t xml:space="preserve">mínek veřejné zakázky s názvem </w:t>
      </w:r>
      <w:r w:rsidR="00DB6E7D" w:rsidRPr="00DB6E7D">
        <w:rPr>
          <w:b/>
        </w:rPr>
        <w:t>„Zvýšení stability skalních masívů na trati Strakonice - Volary, 1.stavba“</w:t>
      </w:r>
      <w:r w:rsidR="00DB6E7D">
        <w:rPr>
          <w:b/>
        </w:rPr>
        <w:t xml:space="preserve">, </w:t>
      </w:r>
      <w:r w:rsidR="00DB6E7D" w:rsidRPr="00DB6E7D">
        <w:rPr>
          <w:b/>
        </w:rPr>
        <w:t>„Zvýšení stability skalních masívů na trati Strakonice - Volary, 2.stavba“</w:t>
      </w:r>
      <w:r w:rsidR="00DB6E7D"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13FF827"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E1FB1CE" w14:textId="77777777" w:rsidR="008C65E0" w:rsidRDefault="008C65E0" w:rsidP="006A6AF2">
      <w:pPr>
        <w:pStyle w:val="Textbezslovn"/>
        <w:ind w:left="0"/>
      </w:pPr>
    </w:p>
    <w:p w14:paraId="10F50A2D"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239407C3" w14:textId="77777777" w:rsidR="008C65E0" w:rsidRDefault="008C65E0" w:rsidP="008C65E0">
      <w:pPr>
        <w:pStyle w:val="Textbezslovn"/>
        <w:ind w:left="0"/>
      </w:pPr>
    </w:p>
    <w:p w14:paraId="00FA8C26" w14:textId="77777777" w:rsidR="008C65E0" w:rsidRDefault="008C65E0" w:rsidP="008C65E0">
      <w:pPr>
        <w:pStyle w:val="Textbezslovn"/>
        <w:ind w:left="0"/>
      </w:pPr>
      <w:r>
        <w:t>Podpis osoby oprávněné jednat za dodavatele:</w:t>
      </w:r>
    </w:p>
    <w:p w14:paraId="26DF4C26" w14:textId="77777777" w:rsidR="008C65E0" w:rsidRDefault="008C65E0" w:rsidP="008C65E0">
      <w:pPr>
        <w:pStyle w:val="Textbezslovn"/>
        <w:ind w:left="0"/>
      </w:pPr>
    </w:p>
    <w:p w14:paraId="5F790613" w14:textId="77777777" w:rsidR="008C65E0" w:rsidRDefault="008C65E0" w:rsidP="008C65E0">
      <w:pPr>
        <w:pStyle w:val="Textbezslovn"/>
        <w:ind w:left="0"/>
      </w:pPr>
      <w:r>
        <w:t>Jméno: ______________________</w:t>
      </w:r>
    </w:p>
    <w:p w14:paraId="40EAFC0E" w14:textId="77777777" w:rsidR="008C65E0" w:rsidRDefault="008C65E0" w:rsidP="008C65E0">
      <w:pPr>
        <w:pStyle w:val="Textbezslovn"/>
        <w:ind w:left="0"/>
      </w:pPr>
      <w:r>
        <w:tab/>
      </w:r>
    </w:p>
    <w:p w14:paraId="11D46B86" w14:textId="77777777" w:rsidR="008C65E0" w:rsidRDefault="008C65E0" w:rsidP="008C65E0">
      <w:pPr>
        <w:pStyle w:val="Textbezslovn"/>
        <w:ind w:left="0"/>
      </w:pPr>
      <w:r>
        <w:t>Podpis: ______________________</w:t>
      </w:r>
    </w:p>
    <w:p w14:paraId="1D2D9D44" w14:textId="77777777" w:rsidR="00564DDD" w:rsidRDefault="00564DDD" w:rsidP="006A6AF2">
      <w:pPr>
        <w:pStyle w:val="Textbezslovn"/>
        <w:ind w:left="0"/>
      </w:pPr>
      <w:r>
        <w:br w:type="page"/>
      </w:r>
    </w:p>
    <w:p w14:paraId="79F70C45" w14:textId="77777777" w:rsidR="0035531B" w:rsidRDefault="0035531B" w:rsidP="00FE4333">
      <w:pPr>
        <w:pStyle w:val="Nadpisbezsl1-1"/>
      </w:pPr>
      <w:r>
        <w:lastRenderedPageBreak/>
        <w:t>Příloha č. 2</w:t>
      </w:r>
    </w:p>
    <w:p w14:paraId="159EB9B7" w14:textId="77777777" w:rsidR="0035531B" w:rsidRPr="00FE4333" w:rsidRDefault="0035531B" w:rsidP="00FE4333">
      <w:pPr>
        <w:pStyle w:val="Nadpisbezsl1-2"/>
        <w:rPr>
          <w:rStyle w:val="Tun9b"/>
          <w:b/>
        </w:rPr>
      </w:pPr>
      <w:r w:rsidRPr="00FE4333">
        <w:rPr>
          <w:rStyle w:val="Tun9b"/>
          <w:b/>
        </w:rPr>
        <w:t>Seznam poddodavatelů</w:t>
      </w:r>
    </w:p>
    <w:p w14:paraId="054764B2" w14:textId="77777777" w:rsidR="00AB1063" w:rsidRDefault="00AB1063" w:rsidP="00564DDD">
      <w:pPr>
        <w:pStyle w:val="Textbezslovn"/>
      </w:pPr>
    </w:p>
    <w:p w14:paraId="1EEEB185" w14:textId="77777777" w:rsidR="0035531B" w:rsidRDefault="0035531B" w:rsidP="00454716">
      <w:pPr>
        <w:pStyle w:val="Textbezslovn"/>
        <w:ind w:left="0"/>
      </w:pPr>
      <w:r>
        <w:t>Jestliže dodavatel uvažuje zadat poddodavateli plnění části veřejné zakázky, uvede následující údaje:</w:t>
      </w:r>
    </w:p>
    <w:p w14:paraId="461CFF4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B20049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7A16F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3CFE93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A326A2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AB36F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65D9A6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FA4C0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424D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A5AF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D155F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9DB84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7F9C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73AC4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48D41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FCBC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C77F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728BC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A57BB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87AD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0539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D408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68C2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CFBBD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A415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299B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E4477F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BC0C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3405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2AB85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603A4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EA7A69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AF5D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5C9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1E433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9063A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F58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17E85A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4BEC29" w14:textId="77777777" w:rsidR="00564DDD" w:rsidRPr="00454716" w:rsidRDefault="00454716" w:rsidP="00454716">
            <w:pPr>
              <w:rPr>
                <w:sz w:val="16"/>
                <w:szCs w:val="16"/>
              </w:rPr>
            </w:pPr>
            <w:r w:rsidRPr="00454716">
              <w:rPr>
                <w:sz w:val="16"/>
                <w:szCs w:val="16"/>
              </w:rPr>
              <w:t>Celkem %</w:t>
            </w:r>
          </w:p>
        </w:tc>
        <w:tc>
          <w:tcPr>
            <w:tcW w:w="3969" w:type="dxa"/>
          </w:tcPr>
          <w:p w14:paraId="4AAFA6BA"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F9C128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DDB1B22" w14:textId="77777777" w:rsidR="0035531B" w:rsidRDefault="0035531B" w:rsidP="00454716">
      <w:pPr>
        <w:pStyle w:val="Textbezslovn"/>
      </w:pPr>
    </w:p>
    <w:p w14:paraId="39ACC6A9" w14:textId="77777777" w:rsidR="00454716" w:rsidRDefault="00454716" w:rsidP="00454716">
      <w:pPr>
        <w:pStyle w:val="Textbezslovn"/>
      </w:pPr>
      <w:r>
        <w:br w:type="page"/>
      </w:r>
    </w:p>
    <w:p w14:paraId="344E1D08" w14:textId="77777777" w:rsidR="0035531B" w:rsidRDefault="0035531B" w:rsidP="00FE4333">
      <w:pPr>
        <w:pStyle w:val="Nadpisbezsl1-1"/>
      </w:pPr>
      <w:r>
        <w:lastRenderedPageBreak/>
        <w:t xml:space="preserve">Příloha č. 3 </w:t>
      </w:r>
    </w:p>
    <w:p w14:paraId="33BC9B5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5A1285B" w14:textId="77777777" w:rsidR="0035531B" w:rsidRDefault="0035531B" w:rsidP="00454716">
      <w:pPr>
        <w:pStyle w:val="Textbezslovn"/>
        <w:ind w:left="0"/>
      </w:pPr>
    </w:p>
    <w:p w14:paraId="729628A3"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5A1DF8B" w14:textId="77777777" w:rsidR="0035531B" w:rsidRDefault="0035531B" w:rsidP="00454716">
      <w:pPr>
        <w:pStyle w:val="Textbezslovn"/>
        <w:ind w:left="0"/>
      </w:pPr>
    </w:p>
    <w:p w14:paraId="2E09816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DB554AF" w14:textId="77777777" w:rsidR="0035531B" w:rsidRDefault="0035531B" w:rsidP="00454716">
      <w:pPr>
        <w:pStyle w:val="Textbezslovn"/>
        <w:ind w:left="0"/>
      </w:pPr>
      <w:r>
        <w:t>Obchodní firma [</w:t>
      </w:r>
      <w:r w:rsidRPr="00E24F78">
        <w:rPr>
          <w:b/>
          <w:highlight w:val="yellow"/>
        </w:rPr>
        <w:t>DOPLNÍ DODAVATEL</w:t>
      </w:r>
      <w:r>
        <w:t>]</w:t>
      </w:r>
    </w:p>
    <w:p w14:paraId="707E8D5F" w14:textId="77777777" w:rsidR="0035531B" w:rsidRDefault="0035531B" w:rsidP="00454716">
      <w:pPr>
        <w:pStyle w:val="Textbezslovn"/>
        <w:ind w:left="0"/>
      </w:pPr>
      <w:r>
        <w:t>Sídlo [</w:t>
      </w:r>
      <w:r w:rsidRPr="00454716">
        <w:rPr>
          <w:highlight w:val="yellow"/>
        </w:rPr>
        <w:t>DOPLNÍ DODAVATEL</w:t>
      </w:r>
      <w:r>
        <w:t>]</w:t>
      </w:r>
    </w:p>
    <w:p w14:paraId="42026082" w14:textId="77777777" w:rsidR="0035531B" w:rsidRDefault="0035531B" w:rsidP="00454716">
      <w:pPr>
        <w:pStyle w:val="Textbezslovn"/>
        <w:ind w:left="0"/>
      </w:pPr>
      <w:r>
        <w:t>Právní forma [</w:t>
      </w:r>
      <w:r w:rsidRPr="00454716">
        <w:rPr>
          <w:highlight w:val="yellow"/>
        </w:rPr>
        <w:t>DOPLNÍ DODAVATEL</w:t>
      </w:r>
      <w:r>
        <w:t>]</w:t>
      </w:r>
    </w:p>
    <w:p w14:paraId="703D43C0" w14:textId="77777777" w:rsidR="0035531B" w:rsidRDefault="0035531B" w:rsidP="00454716">
      <w:pPr>
        <w:pStyle w:val="Textbezslovn"/>
        <w:ind w:left="0"/>
      </w:pPr>
      <w:r>
        <w:t>IČO [</w:t>
      </w:r>
      <w:r w:rsidRPr="00454716">
        <w:rPr>
          <w:highlight w:val="yellow"/>
        </w:rPr>
        <w:t>DOPLNÍ DODAVATEL</w:t>
      </w:r>
      <w:r>
        <w:t>]</w:t>
      </w:r>
    </w:p>
    <w:p w14:paraId="795D057F" w14:textId="77777777" w:rsidR="0035531B" w:rsidRDefault="0035531B" w:rsidP="00454716">
      <w:pPr>
        <w:pStyle w:val="Textbezslovn"/>
        <w:ind w:left="0"/>
      </w:pPr>
    </w:p>
    <w:p w14:paraId="00A8D6F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84AB47D" w14:textId="77777777" w:rsidR="0035531B" w:rsidRDefault="0035531B" w:rsidP="00454716">
      <w:pPr>
        <w:pStyle w:val="Odstavec1-2i"/>
      </w:pPr>
      <w:r>
        <w:t>[</w:t>
      </w:r>
      <w:r w:rsidRPr="00454716">
        <w:rPr>
          <w:highlight w:val="yellow"/>
        </w:rPr>
        <w:t>DOPLNÍ DODAVATEL</w:t>
      </w:r>
      <w:r>
        <w:t>]</w:t>
      </w:r>
    </w:p>
    <w:p w14:paraId="14FB108E" w14:textId="77777777" w:rsidR="0035531B" w:rsidRDefault="0035531B" w:rsidP="00454716">
      <w:pPr>
        <w:pStyle w:val="Odstavec1-2i"/>
      </w:pPr>
      <w:r>
        <w:t>[</w:t>
      </w:r>
      <w:r w:rsidRPr="00454716">
        <w:rPr>
          <w:highlight w:val="yellow"/>
        </w:rPr>
        <w:t>DOPLNÍ DODAVATEL</w:t>
      </w:r>
      <w:r>
        <w:t>]</w:t>
      </w:r>
    </w:p>
    <w:p w14:paraId="7EB6E129" w14:textId="77777777" w:rsidR="0035531B" w:rsidRDefault="0035531B" w:rsidP="00454716">
      <w:pPr>
        <w:pStyle w:val="Odstavec1-2i"/>
      </w:pPr>
      <w:r>
        <w:t>[</w:t>
      </w:r>
      <w:r w:rsidRPr="00454716">
        <w:rPr>
          <w:highlight w:val="yellow"/>
        </w:rPr>
        <w:t>DOPLNÍ DODAVATEL</w:t>
      </w:r>
      <w:r>
        <w:t>]</w:t>
      </w:r>
    </w:p>
    <w:p w14:paraId="48E8F055" w14:textId="77777777" w:rsidR="0035531B" w:rsidRDefault="0035531B" w:rsidP="00454716">
      <w:pPr>
        <w:pStyle w:val="Odstavec1-2i"/>
      </w:pPr>
      <w:r>
        <w:t>atd.</w:t>
      </w:r>
    </w:p>
    <w:p w14:paraId="2B58D242" w14:textId="77777777" w:rsidR="0035531B" w:rsidRDefault="0035531B" w:rsidP="00454716">
      <w:pPr>
        <w:pStyle w:val="Textbezslovn"/>
        <w:ind w:left="0"/>
      </w:pPr>
    </w:p>
    <w:p w14:paraId="0986FE9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070F4D0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AE21E8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FB91C6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B8421B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33954F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10A67D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3FB28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B18B4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7F9D0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97DAC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3E2F2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A419D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7913D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9B6F1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24A3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C728E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A5A0F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FAE4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51C70E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F23C0B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A1DF4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1D3E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6F4CB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330DB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A7ACB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1FE75D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FA850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ACF316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099AFF6" w14:textId="77777777" w:rsidR="0035531B" w:rsidRDefault="0035531B" w:rsidP="00454716">
      <w:pPr>
        <w:pStyle w:val="Textbezslovn"/>
        <w:ind w:left="0"/>
      </w:pPr>
    </w:p>
    <w:p w14:paraId="33005526" w14:textId="77777777" w:rsidR="0035531B" w:rsidRDefault="0035531B" w:rsidP="00454716">
      <w:pPr>
        <w:pStyle w:val="Textbezslovn"/>
        <w:ind w:left="0"/>
      </w:pPr>
    </w:p>
    <w:p w14:paraId="2ECF520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B558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165CD43E" w14:textId="77777777" w:rsidR="0035531B" w:rsidRDefault="0035531B" w:rsidP="00454716">
      <w:pPr>
        <w:pStyle w:val="Textbezslovn"/>
        <w:ind w:left="0"/>
      </w:pPr>
    </w:p>
    <w:p w14:paraId="02470AD8" w14:textId="77777777" w:rsidR="0035531B" w:rsidRDefault="0035531B" w:rsidP="00454716">
      <w:pPr>
        <w:pStyle w:val="Textbezslovn"/>
        <w:ind w:left="0"/>
      </w:pPr>
    </w:p>
    <w:p w14:paraId="7A77BC6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E83EDF9" w14:textId="77777777" w:rsidR="0035531B" w:rsidRDefault="0035531B" w:rsidP="00454716">
      <w:pPr>
        <w:pStyle w:val="Textbezslovn"/>
        <w:ind w:left="0"/>
      </w:pPr>
    </w:p>
    <w:p w14:paraId="064D5489" w14:textId="77777777" w:rsidR="0035531B" w:rsidRDefault="0035531B" w:rsidP="00454716">
      <w:pPr>
        <w:pStyle w:val="Textbezslovn"/>
        <w:ind w:left="0"/>
      </w:pPr>
    </w:p>
    <w:p w14:paraId="5FB0AE89" w14:textId="77777777" w:rsidR="00454716" w:rsidRDefault="00454716" w:rsidP="00454716">
      <w:pPr>
        <w:pStyle w:val="Textbezslovn"/>
        <w:ind w:left="0"/>
      </w:pPr>
      <w:r>
        <w:br w:type="page"/>
      </w:r>
    </w:p>
    <w:p w14:paraId="1824A267" w14:textId="77777777" w:rsidR="0035531B" w:rsidRDefault="0035531B" w:rsidP="00FE4333">
      <w:pPr>
        <w:pStyle w:val="Nadpisbezsl1-1"/>
      </w:pPr>
      <w:r>
        <w:lastRenderedPageBreak/>
        <w:t>Příloha č. 4</w:t>
      </w:r>
    </w:p>
    <w:p w14:paraId="5076FAB8" w14:textId="77777777" w:rsidR="0035531B" w:rsidRPr="00AD792A" w:rsidRDefault="0035531B" w:rsidP="00FE4333">
      <w:pPr>
        <w:pStyle w:val="Nadpisbezsl1-2"/>
      </w:pPr>
      <w:r w:rsidRPr="00AD792A">
        <w:t>Seznam stavebních prací</w:t>
      </w:r>
    </w:p>
    <w:p w14:paraId="7F7D529C"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409E6A3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5D72ED9"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2B2CFE32"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782082F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24CACB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28B063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A79E04B"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827DF7">
              <w:rPr>
                <w:b/>
              </w:rPr>
              <w:t>posledních 5 let</w:t>
            </w:r>
            <w:r w:rsidRPr="00AD792A">
              <w:rPr>
                <w:b/>
              </w:rPr>
              <w:t xml:space="preserve"> v Kč***</w:t>
            </w:r>
            <w:r>
              <w:rPr>
                <w:b/>
              </w:rPr>
              <w:t xml:space="preserve"> </w:t>
            </w:r>
            <w:r w:rsidRPr="00AD792A">
              <w:rPr>
                <w:b/>
              </w:rPr>
              <w:t>bez DPH</w:t>
            </w:r>
          </w:p>
        </w:tc>
      </w:tr>
      <w:tr w:rsidR="00DD63D8" w:rsidRPr="00454716" w14:paraId="30278D8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85CEEE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4625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2ADC2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D4CAE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1C368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8B6ED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6FFD644"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86CB3F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D41726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2CEF1E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822D0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AA9B22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249F4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E1A6822"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CBB6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51BEDB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B7BB3B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3A94CD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F5AF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C4CEC8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A975BD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619B493"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31252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F6BE48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92BA78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AC5AEC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CE8A2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526182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BAB97E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0F068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1DDCF20"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55FDC3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98FD86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E6F0BD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62B17E1"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178D92C"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4303A62"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93CB3C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8CA45B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2E0741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7D15EB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E3FC936" w14:textId="77777777" w:rsidR="00AD792A" w:rsidRDefault="00AD792A" w:rsidP="00AD792A">
      <w:pPr>
        <w:pStyle w:val="Textbezslovn"/>
        <w:ind w:left="0"/>
      </w:pPr>
    </w:p>
    <w:p w14:paraId="3016F87B"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C4754A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7889AC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EA6E95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534E2E"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1AEB19CC"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8496DD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407BCE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7E7B88B" w14:textId="77777777" w:rsidR="0035531B" w:rsidRDefault="0035531B" w:rsidP="00EE3C5F">
      <w:pPr>
        <w:pStyle w:val="Textbezslovn"/>
      </w:pPr>
    </w:p>
    <w:p w14:paraId="0F9FB4A5"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7CE1D310" w14:textId="77777777" w:rsidR="0035531B" w:rsidRDefault="0035531B" w:rsidP="00EE3C5F">
      <w:pPr>
        <w:pStyle w:val="Textbezslovn"/>
      </w:pPr>
      <w:r>
        <w:t xml:space="preserve"> </w:t>
      </w:r>
    </w:p>
    <w:p w14:paraId="7E6B04B2" w14:textId="77777777" w:rsidR="00EE3C5F" w:rsidRDefault="00EE3C5F">
      <w:r>
        <w:br w:type="page"/>
      </w:r>
    </w:p>
    <w:p w14:paraId="6AA0127A" w14:textId="77777777" w:rsidR="0035531B" w:rsidRDefault="0035531B" w:rsidP="00FE4333">
      <w:pPr>
        <w:pStyle w:val="Nadpisbezsl1-1"/>
      </w:pPr>
      <w:r>
        <w:lastRenderedPageBreak/>
        <w:t>Příloha č. 5</w:t>
      </w:r>
    </w:p>
    <w:p w14:paraId="19F1CF3A" w14:textId="77777777" w:rsidR="0035531B" w:rsidRPr="00EE3C5F" w:rsidRDefault="0035531B" w:rsidP="00FE4333">
      <w:pPr>
        <w:pStyle w:val="Nadpisbezsl1-2"/>
      </w:pPr>
      <w:r w:rsidRPr="00EE3C5F">
        <w:t>Seznam odborného personálu dodavatele</w:t>
      </w:r>
    </w:p>
    <w:p w14:paraId="6CA7B60A"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53FA53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8FF92E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FB33F5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A92F3C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2A00D04"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21200A8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B21503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5B3261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4C865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EF39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27E2B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5CC5E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B9C010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1010D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B6322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3C22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F0AB3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846E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E990E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AE0066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F6201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DE21B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5217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5AF1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E746A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0683F1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A491B0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9F25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17900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0CC4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6E72EB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18EBF3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49E0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32468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8C7851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949FF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262F7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DF81B1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235124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90C345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43FFC8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5C8104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EF7CBD0" w14:textId="77777777" w:rsidR="00EE3C5F" w:rsidRDefault="00EE3C5F" w:rsidP="00EE3C5F">
      <w:pPr>
        <w:pStyle w:val="Textbezslovn"/>
      </w:pPr>
    </w:p>
    <w:p w14:paraId="7352AD6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5D2FCCB" w14:textId="77777777" w:rsidR="00EE3C5F" w:rsidRDefault="00EE3C5F" w:rsidP="00EE3C5F">
      <w:pPr>
        <w:pStyle w:val="Textbezslovn"/>
      </w:pPr>
    </w:p>
    <w:p w14:paraId="4A38D063" w14:textId="77777777" w:rsidR="0035531B" w:rsidRPr="00EE3C5F" w:rsidRDefault="0035531B" w:rsidP="00E22C30">
      <w:pPr>
        <w:pStyle w:val="Textbezslovn"/>
        <w:ind w:left="0"/>
        <w:rPr>
          <w:b/>
        </w:rPr>
      </w:pPr>
      <w:r w:rsidRPr="00EE3C5F">
        <w:rPr>
          <w:b/>
        </w:rPr>
        <w:t xml:space="preserve">Přílohy: </w:t>
      </w:r>
      <w:r w:rsidRPr="00EE3C5F">
        <w:rPr>
          <w:b/>
        </w:rPr>
        <w:tab/>
      </w:r>
    </w:p>
    <w:p w14:paraId="009F3B3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77B03B65"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EE3804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8BD59CB" w14:textId="77777777" w:rsidR="0035531B" w:rsidRDefault="0035531B" w:rsidP="00EE3C5F">
      <w:pPr>
        <w:pStyle w:val="Textbezslovn"/>
      </w:pPr>
      <w:r>
        <w:t xml:space="preserve"> </w:t>
      </w:r>
    </w:p>
    <w:p w14:paraId="532AA274" w14:textId="77777777" w:rsidR="00EE3C5F" w:rsidRDefault="00EE3C5F">
      <w:r>
        <w:br w:type="page"/>
      </w:r>
    </w:p>
    <w:p w14:paraId="25A71096" w14:textId="77777777" w:rsidR="0035531B" w:rsidRDefault="0035531B" w:rsidP="00FE4333">
      <w:pPr>
        <w:pStyle w:val="Nadpisbezsl1-1"/>
      </w:pPr>
      <w:r>
        <w:lastRenderedPageBreak/>
        <w:t>Příloha č. 6</w:t>
      </w:r>
    </w:p>
    <w:p w14:paraId="1534192B" w14:textId="77777777" w:rsidR="0035531B" w:rsidRPr="00EE3C5F" w:rsidRDefault="0035531B" w:rsidP="00FE4333">
      <w:pPr>
        <w:pStyle w:val="Nadpisbezsl1-2"/>
      </w:pPr>
      <w:r w:rsidRPr="00EE3C5F">
        <w:t>Vzor profesního životopisu</w:t>
      </w:r>
    </w:p>
    <w:p w14:paraId="0AB655D3" w14:textId="77777777" w:rsidR="0035531B" w:rsidRDefault="0035531B" w:rsidP="00474F4D">
      <w:pPr>
        <w:pStyle w:val="Textbezslovn"/>
        <w:ind w:left="0"/>
      </w:pPr>
    </w:p>
    <w:p w14:paraId="100732E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7F38AB0B" w14:textId="77777777" w:rsidR="00474F4D" w:rsidRDefault="00474F4D" w:rsidP="00474F4D">
      <w:pPr>
        <w:pStyle w:val="Textbezslovn"/>
        <w:ind w:left="0"/>
      </w:pPr>
    </w:p>
    <w:p w14:paraId="3C06D11D" w14:textId="77777777" w:rsidR="0035531B" w:rsidRDefault="0035531B" w:rsidP="00EF4DAC">
      <w:pPr>
        <w:pStyle w:val="Odstavec1-1a"/>
        <w:numPr>
          <w:ilvl w:val="0"/>
          <w:numId w:val="14"/>
        </w:numPr>
      </w:pPr>
      <w:r>
        <w:t>Příjmení: [</w:t>
      </w:r>
      <w:r w:rsidRPr="00E24F78">
        <w:rPr>
          <w:b/>
          <w:highlight w:val="yellow"/>
        </w:rPr>
        <w:t>DOPLNÍ DODAVATEL</w:t>
      </w:r>
      <w:r>
        <w:t>]</w:t>
      </w:r>
    </w:p>
    <w:p w14:paraId="6C9112C9" w14:textId="77777777" w:rsidR="0035531B" w:rsidRDefault="0035531B" w:rsidP="00EF4DAC">
      <w:pPr>
        <w:pStyle w:val="Odstavec1-1a"/>
        <w:numPr>
          <w:ilvl w:val="0"/>
          <w:numId w:val="14"/>
        </w:numPr>
      </w:pPr>
      <w:r>
        <w:t>Jméno: [</w:t>
      </w:r>
      <w:r w:rsidRPr="00E24F78">
        <w:rPr>
          <w:b/>
          <w:highlight w:val="yellow"/>
        </w:rPr>
        <w:t>DOPLNÍ DODAVATEL</w:t>
      </w:r>
      <w:r>
        <w:t>]</w:t>
      </w:r>
    </w:p>
    <w:p w14:paraId="148A8D47" w14:textId="77777777" w:rsidR="0035531B" w:rsidRDefault="0035531B" w:rsidP="00EF4DAC">
      <w:pPr>
        <w:pStyle w:val="Odstavec1-1a"/>
        <w:numPr>
          <w:ilvl w:val="0"/>
          <w:numId w:val="14"/>
        </w:numPr>
      </w:pPr>
      <w:r>
        <w:t>Datum narození: [</w:t>
      </w:r>
      <w:r w:rsidRPr="00833899">
        <w:rPr>
          <w:highlight w:val="yellow"/>
        </w:rPr>
        <w:t>DOPLNÍ DODAVATEL</w:t>
      </w:r>
      <w:r>
        <w:t>]</w:t>
      </w:r>
    </w:p>
    <w:p w14:paraId="225A91C5"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0796F628"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400AD69"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56E09D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97D390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CF8ABC6"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9096B03" w14:textId="77777777" w:rsidR="00474F4D" w:rsidRPr="00833899" w:rsidRDefault="00452F69" w:rsidP="00307641">
            <w:pPr>
              <w:rPr>
                <w:sz w:val="16"/>
                <w:szCs w:val="16"/>
              </w:rPr>
            </w:pPr>
            <w:r w:rsidRPr="00833899">
              <w:rPr>
                <w:sz w:val="16"/>
                <w:szCs w:val="16"/>
              </w:rPr>
              <w:t>Délka:</w:t>
            </w:r>
          </w:p>
          <w:p w14:paraId="295B3213"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2A9CD08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58BD6A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AE2B7E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B4EA4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B73F28" w14:textId="77777777" w:rsidR="0035531B" w:rsidRPr="00833899" w:rsidRDefault="0035531B" w:rsidP="00474F4D">
      <w:pPr>
        <w:pStyle w:val="Textbezslovn"/>
        <w:ind w:left="0"/>
      </w:pPr>
    </w:p>
    <w:p w14:paraId="00FE9DA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2F1D08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1D996D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37DC76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B584EFB" w14:textId="77777777" w:rsidR="0035531B" w:rsidRPr="00833899" w:rsidRDefault="0035531B" w:rsidP="00474F4D">
      <w:pPr>
        <w:pStyle w:val="Textbezslovn"/>
        <w:ind w:left="0"/>
      </w:pPr>
    </w:p>
    <w:p w14:paraId="75DAB75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2B9763A"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6E662D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F96A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E6E41F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EDBE50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6AF3C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517D89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F37F5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EE19C8"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D5FD82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57EF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84700"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378BF8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30E2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94F5C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A4F3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0084B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717EBD"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918083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0F14789" w14:textId="77777777" w:rsidR="00452F69" w:rsidRPr="00833899" w:rsidRDefault="00452F69" w:rsidP="00474F4D">
      <w:pPr>
        <w:pStyle w:val="Textbezslovn"/>
        <w:ind w:left="0"/>
      </w:pPr>
    </w:p>
    <w:p w14:paraId="53523C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4F3126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C1617BE"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699A673"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9A644D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F9335C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D82453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4E3438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ABE198"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1EFA56D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A25E8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A2C42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84BB66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1FA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10F5DF"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8B558E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8F0B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404724"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F5E64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CFF80E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BCF16D"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786E4A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06CF65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01502C"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6A6D868B"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06C31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D6951A7"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2C6E597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1A89073" w14:textId="77777777" w:rsidR="0035531B" w:rsidRPr="00833899" w:rsidRDefault="0035531B" w:rsidP="00474F4D">
      <w:pPr>
        <w:pStyle w:val="Textbezslovn"/>
        <w:ind w:left="0"/>
      </w:pPr>
    </w:p>
    <w:p w14:paraId="6ABA6F9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D577EE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0AAFF62" w14:textId="77777777" w:rsidR="0035531B" w:rsidRDefault="0035531B" w:rsidP="00452F69">
      <w:pPr>
        <w:pStyle w:val="Odstavec1-1a"/>
      </w:pPr>
      <w:r>
        <w:t>Jiné informace (dle uvážení dodavatele): [</w:t>
      </w:r>
      <w:r w:rsidRPr="00833899">
        <w:rPr>
          <w:highlight w:val="yellow"/>
        </w:rPr>
        <w:t>DOPLNÍ DODAVATEL</w:t>
      </w:r>
      <w:r>
        <w:t>]</w:t>
      </w:r>
    </w:p>
    <w:p w14:paraId="6B1452A7" w14:textId="77777777" w:rsidR="0035531B" w:rsidRDefault="0035531B" w:rsidP="00474F4D">
      <w:pPr>
        <w:pStyle w:val="Textbezslovn"/>
        <w:ind w:left="0"/>
      </w:pPr>
    </w:p>
    <w:p w14:paraId="05B3BAD8" w14:textId="77777777" w:rsidR="0035531B" w:rsidRDefault="0035531B" w:rsidP="00474F4D">
      <w:pPr>
        <w:pStyle w:val="Textbezslovn"/>
        <w:ind w:left="0"/>
      </w:pPr>
      <w:r>
        <w:t xml:space="preserve"> </w:t>
      </w:r>
    </w:p>
    <w:p w14:paraId="5B13B2C7" w14:textId="77777777" w:rsidR="00EE3C5F" w:rsidRDefault="00EE3C5F" w:rsidP="00474F4D">
      <w:r>
        <w:br w:type="page"/>
      </w:r>
    </w:p>
    <w:p w14:paraId="1DBE72FB" w14:textId="77777777" w:rsidR="0035531B" w:rsidRDefault="0035531B" w:rsidP="00FE4333">
      <w:pPr>
        <w:pStyle w:val="Nadpisbezsl1-1"/>
      </w:pPr>
      <w:r>
        <w:lastRenderedPageBreak/>
        <w:t>Příloha č. 7</w:t>
      </w:r>
    </w:p>
    <w:p w14:paraId="2E4DD63C"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7B208779" w14:textId="77777777" w:rsidR="00AB1063" w:rsidRDefault="00AB1063" w:rsidP="00452F69">
      <w:pPr>
        <w:pStyle w:val="Textbezslovn"/>
      </w:pPr>
    </w:p>
    <w:p w14:paraId="29FA1855" w14:textId="77777777" w:rsidR="0035531B" w:rsidRPr="00833899" w:rsidRDefault="0035531B" w:rsidP="00452F69">
      <w:pPr>
        <w:pStyle w:val="Textbezslovn"/>
        <w:ind w:left="0"/>
        <w:rPr>
          <w:rStyle w:val="Tun9b"/>
          <w:b w:val="0"/>
        </w:rPr>
      </w:pPr>
      <w:r w:rsidRPr="00452F69">
        <w:rPr>
          <w:rStyle w:val="Tun9b"/>
        </w:rPr>
        <w:t>Čestné prohlášení</w:t>
      </w:r>
    </w:p>
    <w:p w14:paraId="7A84339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3CBC295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98A76E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0011BC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5940F5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1D594B"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CF76040" w14:textId="77777777" w:rsidR="0035531B" w:rsidRDefault="0035531B" w:rsidP="00452F69">
      <w:pPr>
        <w:pStyle w:val="Textbezslovn"/>
        <w:ind w:left="0"/>
      </w:pPr>
      <w:r w:rsidRPr="00307641">
        <w:rPr>
          <w:b/>
        </w:rPr>
        <w:t>čestně prohlašuje</w:t>
      </w:r>
      <w:r>
        <w:t>, že:</w:t>
      </w:r>
    </w:p>
    <w:p w14:paraId="59342E19"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1D94D6C" w14:textId="77777777" w:rsidR="005F7739" w:rsidRDefault="005F7739" w:rsidP="005F7739">
      <w:pPr>
        <w:pStyle w:val="Odrka1-1"/>
      </w:pPr>
      <w:r>
        <w:t>n</w:t>
      </w:r>
      <w:r w:rsidRPr="005F7739">
        <w:t>emá v České republice nebo v zemi svého sídla v evidenci daní zachycen splatný daňový nedoplatek</w:t>
      </w:r>
      <w:r>
        <w:t>;</w:t>
      </w:r>
    </w:p>
    <w:p w14:paraId="487C07FE"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594B7A5B"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3FA1E228"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06DDDFD" w14:textId="77777777" w:rsidR="00307641" w:rsidRDefault="00307641" w:rsidP="00307641">
      <w:pPr>
        <w:pStyle w:val="Textbezslovn"/>
        <w:ind w:left="0"/>
      </w:pPr>
    </w:p>
    <w:p w14:paraId="51EA1B5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D287A35" w14:textId="77777777" w:rsidR="0035531B" w:rsidRDefault="0035531B" w:rsidP="00307641">
      <w:pPr>
        <w:pStyle w:val="Textbezslovn"/>
        <w:ind w:left="0"/>
      </w:pPr>
    </w:p>
    <w:p w14:paraId="34E4F84E" w14:textId="77777777" w:rsidR="0035531B" w:rsidRDefault="0035531B" w:rsidP="00307641">
      <w:pPr>
        <w:pStyle w:val="Textbezslovn"/>
        <w:ind w:left="0"/>
      </w:pPr>
      <w:r>
        <w:t>Podpis osoby oprávněné jednat za dodavatele:</w:t>
      </w:r>
    </w:p>
    <w:p w14:paraId="4F1692E4" w14:textId="77777777" w:rsidR="00307641" w:rsidRDefault="00307641" w:rsidP="00307641">
      <w:pPr>
        <w:pStyle w:val="Textbezslovn"/>
        <w:ind w:left="0"/>
      </w:pPr>
    </w:p>
    <w:p w14:paraId="300E0467" w14:textId="77777777" w:rsidR="00307641" w:rsidRDefault="0035531B" w:rsidP="00307641">
      <w:pPr>
        <w:pStyle w:val="Textbezslovn"/>
        <w:ind w:left="0"/>
      </w:pPr>
      <w:r>
        <w:t>Jméno</w:t>
      </w:r>
      <w:r w:rsidR="00307641">
        <w:t>: ______________________</w:t>
      </w:r>
    </w:p>
    <w:p w14:paraId="24CBB983" w14:textId="77777777" w:rsidR="00307641" w:rsidRDefault="0035531B" w:rsidP="00307641">
      <w:pPr>
        <w:pStyle w:val="Textbezslovn"/>
        <w:ind w:left="0"/>
      </w:pPr>
      <w:r>
        <w:tab/>
      </w:r>
    </w:p>
    <w:p w14:paraId="3698A51E" w14:textId="77777777" w:rsidR="0035531B" w:rsidRDefault="0035531B" w:rsidP="00307641">
      <w:pPr>
        <w:pStyle w:val="Textbezslovn"/>
        <w:ind w:left="0"/>
      </w:pPr>
      <w:r>
        <w:t>Podp</w:t>
      </w:r>
      <w:r w:rsidR="00307641">
        <w:t>is: ______________________</w:t>
      </w:r>
    </w:p>
    <w:p w14:paraId="1903312A" w14:textId="77777777" w:rsidR="0035531B" w:rsidRDefault="0035531B" w:rsidP="00307641">
      <w:pPr>
        <w:pStyle w:val="Textbezslovn"/>
        <w:ind w:left="0"/>
      </w:pPr>
      <w:r>
        <w:t xml:space="preserve"> </w:t>
      </w:r>
    </w:p>
    <w:p w14:paraId="2A81D3C1" w14:textId="77777777" w:rsidR="0035531B" w:rsidRDefault="0035531B" w:rsidP="00FE4333">
      <w:pPr>
        <w:pStyle w:val="Nadpisbezsl1-1"/>
      </w:pPr>
      <w:r>
        <w:lastRenderedPageBreak/>
        <w:t>Příloha č. 8</w:t>
      </w:r>
    </w:p>
    <w:p w14:paraId="51A54F2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DD991C9" w14:textId="77777777" w:rsidR="00AB1063" w:rsidRDefault="00AB1063" w:rsidP="00307641">
      <w:pPr>
        <w:pStyle w:val="Textbezslovn"/>
      </w:pPr>
    </w:p>
    <w:p w14:paraId="2EBA9BF8" w14:textId="77777777" w:rsidR="0035531B" w:rsidRPr="00307641" w:rsidRDefault="0035531B" w:rsidP="00307641">
      <w:pPr>
        <w:pStyle w:val="Textbezslovn"/>
        <w:ind w:left="0"/>
        <w:rPr>
          <w:b/>
        </w:rPr>
      </w:pPr>
      <w:r w:rsidRPr="00307641">
        <w:rPr>
          <w:b/>
        </w:rPr>
        <w:t>Čestné prohlášení</w:t>
      </w:r>
    </w:p>
    <w:p w14:paraId="47FE4BA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1A9990B"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260FE2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E022E9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4C29D7D"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920B2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66ECC0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395E53D"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8880D95"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67DDE5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5C7F8A4"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039A6C2C"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56347720"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5CAE7BC" w14:textId="77777777" w:rsidR="00E24F78" w:rsidRDefault="00E24F78">
      <w:r>
        <w:br w:type="page"/>
      </w:r>
    </w:p>
    <w:p w14:paraId="4428DA5C" w14:textId="77777777" w:rsidR="0035531B" w:rsidRDefault="0035531B" w:rsidP="00307641">
      <w:pPr>
        <w:pStyle w:val="Textbezslovn"/>
        <w:ind w:left="0"/>
      </w:pPr>
    </w:p>
    <w:p w14:paraId="6E4DC4B3" w14:textId="77777777" w:rsidR="0035531B" w:rsidRDefault="0035531B" w:rsidP="001E651D">
      <w:pPr>
        <w:pStyle w:val="Nadpisbezsl1-1"/>
      </w:pPr>
      <w:r>
        <w:t>Příloha č. 9</w:t>
      </w:r>
    </w:p>
    <w:p w14:paraId="387FF99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0970BB8" w14:textId="77777777" w:rsidR="00AB1063" w:rsidRDefault="00AB1063" w:rsidP="00307641">
      <w:pPr>
        <w:pStyle w:val="Textbezslovn"/>
      </w:pPr>
    </w:p>
    <w:p w14:paraId="5DA960F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5F9DCB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38053C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D9625E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439410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1CF6BC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1BCA6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30664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0DA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D65C8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C5992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6279A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2444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5C13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E4708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E16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2761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C66F8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BDC40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1745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D8524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B131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CFB82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1666C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D8A09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96A3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D5AF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71DDC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56BE7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52F465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5C14E8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3EE39E1"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AACDD3" w14:textId="77777777" w:rsidR="0035531B" w:rsidRPr="00833899" w:rsidRDefault="0035531B" w:rsidP="00307641">
      <w:pPr>
        <w:pStyle w:val="Textbezslovn"/>
      </w:pPr>
    </w:p>
    <w:bookmarkEnd w:id="2"/>
    <w:bookmarkEnd w:id="3"/>
    <w:bookmarkEnd w:id="4"/>
    <w:bookmarkEnd w:id="5"/>
    <w:p w14:paraId="50A6FD67" w14:textId="77777777" w:rsidR="0035531B" w:rsidRDefault="0035531B" w:rsidP="00307641">
      <w:pPr>
        <w:pStyle w:val="Textbezslovn"/>
      </w:pPr>
    </w:p>
    <w:sectPr w:rsidR="0035531B" w:rsidSect="00ED6360">
      <w:headerReference w:type="default" r:id="rId22"/>
      <w:footerReference w:type="default" r:id="rId23"/>
      <w:head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E5AB3" w14:textId="77777777" w:rsidR="00CE7F53" w:rsidRDefault="00CE7F53" w:rsidP="00962258">
      <w:pPr>
        <w:spacing w:after="0" w:line="240" w:lineRule="auto"/>
      </w:pPr>
      <w:r>
        <w:separator/>
      </w:r>
    </w:p>
  </w:endnote>
  <w:endnote w:type="continuationSeparator" w:id="0">
    <w:p w14:paraId="7BE95E67" w14:textId="77777777" w:rsidR="00CE7F53" w:rsidRDefault="00CE7F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08C0" w14:paraId="6C9B3B90" w14:textId="77777777" w:rsidTr="00EB46E5">
      <w:tc>
        <w:tcPr>
          <w:tcW w:w="1361" w:type="dxa"/>
          <w:tcMar>
            <w:left w:w="0" w:type="dxa"/>
            <w:right w:w="0" w:type="dxa"/>
          </w:tcMar>
          <w:vAlign w:val="bottom"/>
        </w:tcPr>
        <w:p w14:paraId="48952202" w14:textId="369F8C8A" w:rsidR="00F508C0" w:rsidRPr="00B8518B" w:rsidRDefault="00F508C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6D2B">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6D2B">
            <w:rPr>
              <w:rStyle w:val="slostrnky"/>
              <w:noProof/>
            </w:rPr>
            <w:t>32</w:t>
          </w:r>
          <w:r w:rsidRPr="00B8518B">
            <w:rPr>
              <w:rStyle w:val="slostrnky"/>
            </w:rPr>
            <w:fldChar w:fldCharType="end"/>
          </w:r>
        </w:p>
      </w:tc>
      <w:tc>
        <w:tcPr>
          <w:tcW w:w="284" w:type="dxa"/>
          <w:shd w:val="clear" w:color="auto" w:fill="auto"/>
          <w:tcMar>
            <w:left w:w="0" w:type="dxa"/>
            <w:right w:w="0" w:type="dxa"/>
          </w:tcMar>
        </w:tcPr>
        <w:p w14:paraId="1C468AD5" w14:textId="77777777" w:rsidR="00F508C0" w:rsidRDefault="00F508C0" w:rsidP="00B8518B">
          <w:pPr>
            <w:pStyle w:val="Zpat"/>
          </w:pPr>
        </w:p>
      </w:tc>
      <w:tc>
        <w:tcPr>
          <w:tcW w:w="425" w:type="dxa"/>
          <w:shd w:val="clear" w:color="auto" w:fill="auto"/>
          <w:tcMar>
            <w:left w:w="0" w:type="dxa"/>
            <w:right w:w="0" w:type="dxa"/>
          </w:tcMar>
        </w:tcPr>
        <w:p w14:paraId="5948DAA1" w14:textId="77777777" w:rsidR="00F508C0" w:rsidRDefault="00F508C0" w:rsidP="00B8518B">
          <w:pPr>
            <w:pStyle w:val="Zpat"/>
          </w:pPr>
        </w:p>
      </w:tc>
      <w:tc>
        <w:tcPr>
          <w:tcW w:w="8505" w:type="dxa"/>
        </w:tcPr>
        <w:p w14:paraId="5AF836BE" w14:textId="41BF17A3" w:rsidR="00F508C0" w:rsidRDefault="00F508C0" w:rsidP="000A6133">
          <w:pPr>
            <w:pStyle w:val="Zpat0"/>
          </w:pPr>
          <w:r>
            <w:t xml:space="preserve"> „Zvýšení stability skalních mas</w:t>
          </w:r>
          <w:r w:rsidR="00FE6D2B">
            <w:t>i</w:t>
          </w:r>
          <w:r>
            <w:t>vů na trati Strakonice – Volary, 1. stavba“</w:t>
          </w:r>
        </w:p>
        <w:p w14:paraId="7F58F235" w14:textId="036CCECA" w:rsidR="00F508C0" w:rsidRDefault="00F508C0" w:rsidP="000A6133">
          <w:pPr>
            <w:pStyle w:val="Zpat0"/>
          </w:pPr>
          <w:r>
            <w:t>„Zvýšení stability skalních mas</w:t>
          </w:r>
          <w:r w:rsidR="00FE6D2B">
            <w:t>i</w:t>
          </w:r>
          <w:r>
            <w:t xml:space="preserve">vů na trati Strakonice – Volary, 2. stavba“  </w:t>
          </w:r>
        </w:p>
        <w:p w14:paraId="1250DDA2" w14:textId="77777777" w:rsidR="00F508C0" w:rsidRDefault="00F508C0" w:rsidP="00EB46E5">
          <w:pPr>
            <w:pStyle w:val="Zpat0"/>
          </w:pPr>
          <w:r>
            <w:t>Díl 1 – VÝZVA K PODÁNÍ NABÍDKY</w:t>
          </w:r>
        </w:p>
        <w:p w14:paraId="4353456D" w14:textId="77777777" w:rsidR="00F508C0" w:rsidRDefault="00F508C0" w:rsidP="0035531B">
          <w:pPr>
            <w:pStyle w:val="Zpat0"/>
          </w:pPr>
        </w:p>
      </w:tc>
    </w:tr>
  </w:tbl>
  <w:p w14:paraId="1A4902C5" w14:textId="77777777" w:rsidR="00F508C0" w:rsidRPr="00B8518B" w:rsidRDefault="00F508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93E5E" w14:textId="77777777" w:rsidR="00CE7F53" w:rsidRDefault="00CE7F53" w:rsidP="00962258">
      <w:pPr>
        <w:spacing w:after="0" w:line="240" w:lineRule="auto"/>
      </w:pPr>
      <w:r>
        <w:separator/>
      </w:r>
    </w:p>
  </w:footnote>
  <w:footnote w:type="continuationSeparator" w:id="0">
    <w:p w14:paraId="23DE144F" w14:textId="77777777" w:rsidR="00CE7F53" w:rsidRDefault="00CE7F53" w:rsidP="00962258">
      <w:pPr>
        <w:spacing w:after="0" w:line="240" w:lineRule="auto"/>
      </w:pPr>
      <w:r>
        <w:continuationSeparator/>
      </w:r>
    </w:p>
  </w:footnote>
  <w:footnote w:id="1">
    <w:p w14:paraId="1C766E43" w14:textId="77777777" w:rsidR="00F508C0" w:rsidRDefault="00F508C0">
      <w:pPr>
        <w:pStyle w:val="Textpoznpodarou"/>
      </w:pPr>
      <w:r>
        <w:rPr>
          <w:rStyle w:val="Znakapoznpodarou"/>
        </w:rPr>
        <w:footnoteRef/>
      </w:r>
      <w:r>
        <w:t xml:space="preserve"> </w:t>
      </w:r>
      <w:r w:rsidRPr="00307641">
        <w:t>V případě další praxe dodavatel doplní další řádky.</w:t>
      </w:r>
    </w:p>
  </w:footnote>
  <w:footnote w:id="2">
    <w:p w14:paraId="0670B5FE" w14:textId="77777777" w:rsidR="00F508C0" w:rsidRDefault="00F508C0">
      <w:pPr>
        <w:pStyle w:val="Textpoznpodarou"/>
      </w:pPr>
      <w:r>
        <w:rPr>
          <w:rStyle w:val="Znakapoznpodarou"/>
        </w:rPr>
        <w:footnoteRef/>
      </w:r>
      <w:r>
        <w:t xml:space="preserve"> </w:t>
      </w:r>
      <w:r w:rsidRPr="00307641">
        <w:t>V případě další zkušenosti dodavatel doplní další řádky.</w:t>
      </w:r>
    </w:p>
  </w:footnote>
  <w:footnote w:id="3">
    <w:p w14:paraId="2D0286D9" w14:textId="77777777" w:rsidR="00F508C0" w:rsidRDefault="00F508C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4FC07CD" w14:textId="77777777" w:rsidR="00F508C0" w:rsidRDefault="00F508C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08C0" w14:paraId="6952E0B3" w14:textId="77777777" w:rsidTr="00C02D0A">
      <w:trPr>
        <w:trHeight w:hRule="exact" w:val="454"/>
      </w:trPr>
      <w:tc>
        <w:tcPr>
          <w:tcW w:w="1361" w:type="dxa"/>
          <w:tcMar>
            <w:top w:w="57" w:type="dxa"/>
            <w:left w:w="0" w:type="dxa"/>
            <w:right w:w="0" w:type="dxa"/>
          </w:tcMar>
        </w:tcPr>
        <w:p w14:paraId="01B6F862" w14:textId="77777777" w:rsidR="00F508C0" w:rsidRPr="00B8518B" w:rsidRDefault="00F508C0" w:rsidP="00523EA7">
          <w:pPr>
            <w:pStyle w:val="Zpat"/>
            <w:rPr>
              <w:rStyle w:val="slostrnky"/>
            </w:rPr>
          </w:pPr>
        </w:p>
      </w:tc>
      <w:tc>
        <w:tcPr>
          <w:tcW w:w="3458" w:type="dxa"/>
          <w:shd w:val="clear" w:color="auto" w:fill="auto"/>
          <w:tcMar>
            <w:top w:w="57" w:type="dxa"/>
            <w:left w:w="0" w:type="dxa"/>
            <w:right w:w="0" w:type="dxa"/>
          </w:tcMar>
        </w:tcPr>
        <w:p w14:paraId="636376E1" w14:textId="77777777" w:rsidR="00F508C0" w:rsidRDefault="00F508C0" w:rsidP="00523EA7">
          <w:pPr>
            <w:pStyle w:val="Zpat"/>
          </w:pPr>
        </w:p>
      </w:tc>
      <w:tc>
        <w:tcPr>
          <w:tcW w:w="5698" w:type="dxa"/>
          <w:shd w:val="clear" w:color="auto" w:fill="auto"/>
          <w:tcMar>
            <w:top w:w="57" w:type="dxa"/>
            <w:left w:w="0" w:type="dxa"/>
            <w:right w:w="0" w:type="dxa"/>
          </w:tcMar>
        </w:tcPr>
        <w:p w14:paraId="79D4872E" w14:textId="77777777" w:rsidR="00F508C0" w:rsidRPr="00D6163D" w:rsidRDefault="00F508C0" w:rsidP="00D6163D">
          <w:pPr>
            <w:pStyle w:val="Druhdokumentu"/>
          </w:pPr>
        </w:p>
      </w:tc>
    </w:tr>
  </w:tbl>
  <w:p w14:paraId="2B832FEF" w14:textId="77777777" w:rsidR="00F508C0" w:rsidRPr="00D6163D" w:rsidRDefault="00F508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508C0" w14:paraId="6BE36083" w14:textId="77777777" w:rsidTr="00B22106">
      <w:trPr>
        <w:trHeight w:hRule="exact" w:val="936"/>
      </w:trPr>
      <w:tc>
        <w:tcPr>
          <w:tcW w:w="1361" w:type="dxa"/>
          <w:tcMar>
            <w:left w:w="0" w:type="dxa"/>
            <w:right w:w="0" w:type="dxa"/>
          </w:tcMar>
        </w:tcPr>
        <w:p w14:paraId="457F807A" w14:textId="77777777" w:rsidR="00F508C0" w:rsidRPr="00B8518B" w:rsidRDefault="00F508C0" w:rsidP="00FC6389">
          <w:pPr>
            <w:pStyle w:val="Zpat"/>
            <w:rPr>
              <w:rStyle w:val="slostrnky"/>
            </w:rPr>
          </w:pPr>
        </w:p>
      </w:tc>
      <w:tc>
        <w:tcPr>
          <w:tcW w:w="3458" w:type="dxa"/>
          <w:shd w:val="clear" w:color="auto" w:fill="auto"/>
          <w:tcMar>
            <w:left w:w="0" w:type="dxa"/>
            <w:right w:w="0" w:type="dxa"/>
          </w:tcMar>
        </w:tcPr>
        <w:p w14:paraId="4770B50B" w14:textId="77777777" w:rsidR="00F508C0" w:rsidRDefault="00F508C0" w:rsidP="00FC6389">
          <w:pPr>
            <w:pStyle w:val="Zpat"/>
          </w:pPr>
        </w:p>
      </w:tc>
      <w:tc>
        <w:tcPr>
          <w:tcW w:w="5756" w:type="dxa"/>
          <w:shd w:val="clear" w:color="auto" w:fill="auto"/>
          <w:tcMar>
            <w:left w:w="0" w:type="dxa"/>
            <w:right w:w="0" w:type="dxa"/>
          </w:tcMar>
        </w:tcPr>
        <w:p w14:paraId="49DE2FFA" w14:textId="77777777" w:rsidR="00F508C0" w:rsidRPr="00D6163D" w:rsidRDefault="00F508C0" w:rsidP="00FC6389">
          <w:pPr>
            <w:pStyle w:val="Druhdokumentu"/>
          </w:pPr>
        </w:p>
      </w:tc>
    </w:tr>
    <w:tr w:rsidR="00F508C0" w14:paraId="3D4E5553" w14:textId="77777777" w:rsidTr="00B22106">
      <w:trPr>
        <w:trHeight w:hRule="exact" w:val="936"/>
      </w:trPr>
      <w:tc>
        <w:tcPr>
          <w:tcW w:w="1361" w:type="dxa"/>
          <w:tcMar>
            <w:left w:w="0" w:type="dxa"/>
            <w:right w:w="0" w:type="dxa"/>
          </w:tcMar>
        </w:tcPr>
        <w:p w14:paraId="0CFA6180" w14:textId="77777777" w:rsidR="00F508C0" w:rsidRPr="00B8518B" w:rsidRDefault="00F508C0" w:rsidP="00FC6389">
          <w:pPr>
            <w:pStyle w:val="Zpat"/>
            <w:rPr>
              <w:rStyle w:val="slostrnky"/>
            </w:rPr>
          </w:pPr>
        </w:p>
      </w:tc>
      <w:tc>
        <w:tcPr>
          <w:tcW w:w="3458" w:type="dxa"/>
          <w:shd w:val="clear" w:color="auto" w:fill="auto"/>
          <w:tcMar>
            <w:left w:w="0" w:type="dxa"/>
            <w:right w:w="0" w:type="dxa"/>
          </w:tcMar>
        </w:tcPr>
        <w:p w14:paraId="7C7B3227" w14:textId="77777777" w:rsidR="00F508C0" w:rsidRDefault="00F508C0" w:rsidP="00FC6389">
          <w:pPr>
            <w:pStyle w:val="Zpat"/>
          </w:pPr>
        </w:p>
      </w:tc>
      <w:tc>
        <w:tcPr>
          <w:tcW w:w="5756" w:type="dxa"/>
          <w:shd w:val="clear" w:color="auto" w:fill="auto"/>
          <w:tcMar>
            <w:left w:w="0" w:type="dxa"/>
            <w:right w:w="0" w:type="dxa"/>
          </w:tcMar>
        </w:tcPr>
        <w:p w14:paraId="1D400D63" w14:textId="77777777" w:rsidR="00F508C0" w:rsidRPr="00D6163D" w:rsidRDefault="00F508C0" w:rsidP="00FC6389">
          <w:pPr>
            <w:pStyle w:val="Druhdokumentu"/>
          </w:pPr>
        </w:p>
      </w:tc>
    </w:tr>
  </w:tbl>
  <w:p w14:paraId="012C1A23" w14:textId="77777777" w:rsidR="00F508C0" w:rsidRPr="00D6163D" w:rsidRDefault="00F508C0" w:rsidP="00FC6389">
    <w:pPr>
      <w:pStyle w:val="Zhlav"/>
      <w:rPr>
        <w:sz w:val="8"/>
        <w:szCs w:val="8"/>
      </w:rPr>
    </w:pPr>
    <w:r>
      <w:rPr>
        <w:noProof/>
        <w:lang w:eastAsia="cs-CZ"/>
      </w:rPr>
      <w:drawing>
        <wp:anchor distT="0" distB="0" distL="114300" distR="114300" simplePos="0" relativeHeight="251672576" behindDoc="0" locked="1" layoutInCell="1" allowOverlap="1" wp14:anchorId="37CB8C4D" wp14:editId="16D24A3B">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F3610C" w14:textId="77777777" w:rsidR="00F508C0" w:rsidRPr="00460660" w:rsidRDefault="00F508C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2958C8"/>
    <w:multiLevelType w:val="hybridMultilevel"/>
    <w:tmpl w:val="159A0012"/>
    <w:lvl w:ilvl="0" w:tplc="101C46A2">
      <w:start w:val="3"/>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2"/>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338E9"/>
    <w:rsid w:val="00041EC8"/>
    <w:rsid w:val="00046545"/>
    <w:rsid w:val="00046662"/>
    <w:rsid w:val="000602CB"/>
    <w:rsid w:val="0006450D"/>
    <w:rsid w:val="0006499F"/>
    <w:rsid w:val="0006588D"/>
    <w:rsid w:val="00067A5E"/>
    <w:rsid w:val="00067EE3"/>
    <w:rsid w:val="000719BB"/>
    <w:rsid w:val="00072A65"/>
    <w:rsid w:val="00072C1E"/>
    <w:rsid w:val="000839DD"/>
    <w:rsid w:val="00091CD6"/>
    <w:rsid w:val="00092CC9"/>
    <w:rsid w:val="000A6133"/>
    <w:rsid w:val="000B4EB8"/>
    <w:rsid w:val="000C41F2"/>
    <w:rsid w:val="000D22C4"/>
    <w:rsid w:val="000D27D1"/>
    <w:rsid w:val="000D5E72"/>
    <w:rsid w:val="000D7437"/>
    <w:rsid w:val="000E1A7F"/>
    <w:rsid w:val="0010488B"/>
    <w:rsid w:val="00106A0E"/>
    <w:rsid w:val="00112301"/>
    <w:rsid w:val="00112864"/>
    <w:rsid w:val="00114472"/>
    <w:rsid w:val="00114988"/>
    <w:rsid w:val="00115069"/>
    <w:rsid w:val="001150F2"/>
    <w:rsid w:val="00116813"/>
    <w:rsid w:val="00132CA3"/>
    <w:rsid w:val="0013544F"/>
    <w:rsid w:val="00146BCB"/>
    <w:rsid w:val="001472A9"/>
    <w:rsid w:val="001656A2"/>
    <w:rsid w:val="00170521"/>
    <w:rsid w:val="00170EC5"/>
    <w:rsid w:val="001747C1"/>
    <w:rsid w:val="00177D6B"/>
    <w:rsid w:val="001902D3"/>
    <w:rsid w:val="00191F90"/>
    <w:rsid w:val="00192880"/>
    <w:rsid w:val="00193D8F"/>
    <w:rsid w:val="001950C2"/>
    <w:rsid w:val="00196E81"/>
    <w:rsid w:val="001B23A1"/>
    <w:rsid w:val="001B4E74"/>
    <w:rsid w:val="001C001E"/>
    <w:rsid w:val="001C645F"/>
    <w:rsid w:val="001D4B4A"/>
    <w:rsid w:val="001D5DE6"/>
    <w:rsid w:val="001E651D"/>
    <w:rsid w:val="001E678E"/>
    <w:rsid w:val="002071BB"/>
    <w:rsid w:val="00207DF5"/>
    <w:rsid w:val="00233A53"/>
    <w:rsid w:val="00235EB5"/>
    <w:rsid w:val="00240B81"/>
    <w:rsid w:val="0024699F"/>
    <w:rsid w:val="00247D01"/>
    <w:rsid w:val="0025030F"/>
    <w:rsid w:val="00261A5B"/>
    <w:rsid w:val="00262E5B"/>
    <w:rsid w:val="00263CBA"/>
    <w:rsid w:val="0027051C"/>
    <w:rsid w:val="00276AFE"/>
    <w:rsid w:val="00283302"/>
    <w:rsid w:val="002924B8"/>
    <w:rsid w:val="002A3B57"/>
    <w:rsid w:val="002C04EE"/>
    <w:rsid w:val="002C31BF"/>
    <w:rsid w:val="002D7FD6"/>
    <w:rsid w:val="002E0CD7"/>
    <w:rsid w:val="002E0CFB"/>
    <w:rsid w:val="002E294C"/>
    <w:rsid w:val="002E5C7B"/>
    <w:rsid w:val="002F4333"/>
    <w:rsid w:val="00307641"/>
    <w:rsid w:val="00307952"/>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4513"/>
    <w:rsid w:val="003B6624"/>
    <w:rsid w:val="003C33F2"/>
    <w:rsid w:val="003D756E"/>
    <w:rsid w:val="003E3CE3"/>
    <w:rsid w:val="003E420D"/>
    <w:rsid w:val="003E4C13"/>
    <w:rsid w:val="003E79F5"/>
    <w:rsid w:val="003F78E7"/>
    <w:rsid w:val="004018B6"/>
    <w:rsid w:val="00404BA2"/>
    <w:rsid w:val="004078F3"/>
    <w:rsid w:val="00427794"/>
    <w:rsid w:val="00450F07"/>
    <w:rsid w:val="00452F69"/>
    <w:rsid w:val="00453CD3"/>
    <w:rsid w:val="00454716"/>
    <w:rsid w:val="00454BB9"/>
    <w:rsid w:val="00457582"/>
    <w:rsid w:val="00460660"/>
    <w:rsid w:val="004613C7"/>
    <w:rsid w:val="00464BA9"/>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500DB2"/>
    <w:rsid w:val="00501B32"/>
    <w:rsid w:val="0050666E"/>
    <w:rsid w:val="00511AB9"/>
    <w:rsid w:val="00517CDB"/>
    <w:rsid w:val="005210B3"/>
    <w:rsid w:val="00523BB5"/>
    <w:rsid w:val="00523EA7"/>
    <w:rsid w:val="005406EB"/>
    <w:rsid w:val="00542A90"/>
    <w:rsid w:val="00551E4C"/>
    <w:rsid w:val="00553375"/>
    <w:rsid w:val="00555884"/>
    <w:rsid w:val="005601EA"/>
    <w:rsid w:val="00564DDD"/>
    <w:rsid w:val="005736B7"/>
    <w:rsid w:val="00575E5A"/>
    <w:rsid w:val="00577A3C"/>
    <w:rsid w:val="00580245"/>
    <w:rsid w:val="005971DD"/>
    <w:rsid w:val="005A1F44"/>
    <w:rsid w:val="005A3D2F"/>
    <w:rsid w:val="005B64BB"/>
    <w:rsid w:val="005D3C39"/>
    <w:rsid w:val="005F18E9"/>
    <w:rsid w:val="005F7739"/>
    <w:rsid w:val="0060115D"/>
    <w:rsid w:val="00601A8C"/>
    <w:rsid w:val="0061068E"/>
    <w:rsid w:val="006115D3"/>
    <w:rsid w:val="00616090"/>
    <w:rsid w:val="00630A07"/>
    <w:rsid w:val="00636AB3"/>
    <w:rsid w:val="00640B30"/>
    <w:rsid w:val="00655976"/>
    <w:rsid w:val="0065610E"/>
    <w:rsid w:val="00660AD3"/>
    <w:rsid w:val="00665F2C"/>
    <w:rsid w:val="006776B6"/>
    <w:rsid w:val="00686462"/>
    <w:rsid w:val="00693150"/>
    <w:rsid w:val="00693188"/>
    <w:rsid w:val="00695DAA"/>
    <w:rsid w:val="006A5570"/>
    <w:rsid w:val="006A689C"/>
    <w:rsid w:val="006A6AF2"/>
    <w:rsid w:val="006A7773"/>
    <w:rsid w:val="006B3D79"/>
    <w:rsid w:val="006B6FE4"/>
    <w:rsid w:val="006C04A0"/>
    <w:rsid w:val="006C2343"/>
    <w:rsid w:val="006C442A"/>
    <w:rsid w:val="006D34B2"/>
    <w:rsid w:val="006E0578"/>
    <w:rsid w:val="006E314D"/>
    <w:rsid w:val="006F6B09"/>
    <w:rsid w:val="0070052C"/>
    <w:rsid w:val="007038DC"/>
    <w:rsid w:val="00706F4C"/>
    <w:rsid w:val="00710723"/>
    <w:rsid w:val="007134F3"/>
    <w:rsid w:val="00723ED1"/>
    <w:rsid w:val="0072701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4239"/>
    <w:rsid w:val="0077673A"/>
    <w:rsid w:val="00776A8A"/>
    <w:rsid w:val="007846E1"/>
    <w:rsid w:val="007847D6"/>
    <w:rsid w:val="00792824"/>
    <w:rsid w:val="007A2107"/>
    <w:rsid w:val="007A5172"/>
    <w:rsid w:val="007A67A0"/>
    <w:rsid w:val="007B3D4D"/>
    <w:rsid w:val="007B570C"/>
    <w:rsid w:val="007D0559"/>
    <w:rsid w:val="007D58F3"/>
    <w:rsid w:val="007D5A8D"/>
    <w:rsid w:val="007E2234"/>
    <w:rsid w:val="007E4A6E"/>
    <w:rsid w:val="007F56A7"/>
    <w:rsid w:val="00800851"/>
    <w:rsid w:val="008008A3"/>
    <w:rsid w:val="00807DD0"/>
    <w:rsid w:val="008216BB"/>
    <w:rsid w:val="00821D01"/>
    <w:rsid w:val="00822B88"/>
    <w:rsid w:val="00825555"/>
    <w:rsid w:val="00826B7B"/>
    <w:rsid w:val="00827CC2"/>
    <w:rsid w:val="00827DF7"/>
    <w:rsid w:val="00831DE9"/>
    <w:rsid w:val="00833899"/>
    <w:rsid w:val="00845C50"/>
    <w:rsid w:val="00846789"/>
    <w:rsid w:val="008513D8"/>
    <w:rsid w:val="00852A00"/>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62258"/>
    <w:rsid w:val="00964860"/>
    <w:rsid w:val="009678B7"/>
    <w:rsid w:val="00970D4B"/>
    <w:rsid w:val="0098426C"/>
    <w:rsid w:val="00992D9C"/>
    <w:rsid w:val="00996CB8"/>
    <w:rsid w:val="009A3863"/>
    <w:rsid w:val="009A5598"/>
    <w:rsid w:val="009A7A46"/>
    <w:rsid w:val="009B2E97"/>
    <w:rsid w:val="009B3F75"/>
    <w:rsid w:val="009B5146"/>
    <w:rsid w:val="009B7AAE"/>
    <w:rsid w:val="009C418E"/>
    <w:rsid w:val="009C442C"/>
    <w:rsid w:val="009D20A1"/>
    <w:rsid w:val="009E07F4"/>
    <w:rsid w:val="009F2042"/>
    <w:rsid w:val="009F309B"/>
    <w:rsid w:val="009F392E"/>
    <w:rsid w:val="009F53C5"/>
    <w:rsid w:val="009F5B38"/>
    <w:rsid w:val="00A0740E"/>
    <w:rsid w:val="00A15262"/>
    <w:rsid w:val="00A159AC"/>
    <w:rsid w:val="00A216E9"/>
    <w:rsid w:val="00A23688"/>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277ED"/>
    <w:rsid w:val="00B36181"/>
    <w:rsid w:val="00B429CF"/>
    <w:rsid w:val="00B5431A"/>
    <w:rsid w:val="00B60046"/>
    <w:rsid w:val="00B61530"/>
    <w:rsid w:val="00B71CC3"/>
    <w:rsid w:val="00B75EE1"/>
    <w:rsid w:val="00B77481"/>
    <w:rsid w:val="00B77C6D"/>
    <w:rsid w:val="00B80D2D"/>
    <w:rsid w:val="00B80E53"/>
    <w:rsid w:val="00B8518B"/>
    <w:rsid w:val="00B9559C"/>
    <w:rsid w:val="00B97CC3"/>
    <w:rsid w:val="00BA3937"/>
    <w:rsid w:val="00BB4AF2"/>
    <w:rsid w:val="00BC06C4"/>
    <w:rsid w:val="00BC6D2B"/>
    <w:rsid w:val="00BD11CE"/>
    <w:rsid w:val="00BD7498"/>
    <w:rsid w:val="00BD7E91"/>
    <w:rsid w:val="00BD7F0D"/>
    <w:rsid w:val="00BE49F4"/>
    <w:rsid w:val="00C02D0A"/>
    <w:rsid w:val="00C03A6E"/>
    <w:rsid w:val="00C1197B"/>
    <w:rsid w:val="00C12FC0"/>
    <w:rsid w:val="00C154A5"/>
    <w:rsid w:val="00C226C0"/>
    <w:rsid w:val="00C23F40"/>
    <w:rsid w:val="00C370EE"/>
    <w:rsid w:val="00C37C00"/>
    <w:rsid w:val="00C42FE6"/>
    <w:rsid w:val="00C44F6A"/>
    <w:rsid w:val="00C6198E"/>
    <w:rsid w:val="00C62E4B"/>
    <w:rsid w:val="00C708EA"/>
    <w:rsid w:val="00C759F1"/>
    <w:rsid w:val="00C7649B"/>
    <w:rsid w:val="00C776E5"/>
    <w:rsid w:val="00C778A5"/>
    <w:rsid w:val="00C95162"/>
    <w:rsid w:val="00CA1B90"/>
    <w:rsid w:val="00CB3151"/>
    <w:rsid w:val="00CB6A37"/>
    <w:rsid w:val="00CB7684"/>
    <w:rsid w:val="00CC4380"/>
    <w:rsid w:val="00CC7C8F"/>
    <w:rsid w:val="00CD1FC4"/>
    <w:rsid w:val="00CE7F53"/>
    <w:rsid w:val="00D019D7"/>
    <w:rsid w:val="00D034A0"/>
    <w:rsid w:val="00D0362E"/>
    <w:rsid w:val="00D03C1F"/>
    <w:rsid w:val="00D10A2D"/>
    <w:rsid w:val="00D139AC"/>
    <w:rsid w:val="00D21061"/>
    <w:rsid w:val="00D21106"/>
    <w:rsid w:val="00D26838"/>
    <w:rsid w:val="00D302E5"/>
    <w:rsid w:val="00D37B14"/>
    <w:rsid w:val="00D4108E"/>
    <w:rsid w:val="00D45947"/>
    <w:rsid w:val="00D6163D"/>
    <w:rsid w:val="00D6259C"/>
    <w:rsid w:val="00D831A3"/>
    <w:rsid w:val="00D97BE3"/>
    <w:rsid w:val="00DA3711"/>
    <w:rsid w:val="00DB619A"/>
    <w:rsid w:val="00DB6E7D"/>
    <w:rsid w:val="00DC7F57"/>
    <w:rsid w:val="00DD0C7C"/>
    <w:rsid w:val="00DD46F3"/>
    <w:rsid w:val="00DD63D8"/>
    <w:rsid w:val="00DD7A41"/>
    <w:rsid w:val="00DE51A5"/>
    <w:rsid w:val="00DE56F2"/>
    <w:rsid w:val="00DF0216"/>
    <w:rsid w:val="00DF116D"/>
    <w:rsid w:val="00DF651A"/>
    <w:rsid w:val="00DF7D41"/>
    <w:rsid w:val="00E01EA1"/>
    <w:rsid w:val="00E16FF7"/>
    <w:rsid w:val="00E20A91"/>
    <w:rsid w:val="00E22C30"/>
    <w:rsid w:val="00E24F78"/>
    <w:rsid w:val="00E26D68"/>
    <w:rsid w:val="00E37347"/>
    <w:rsid w:val="00E437B0"/>
    <w:rsid w:val="00E44045"/>
    <w:rsid w:val="00E618C4"/>
    <w:rsid w:val="00E7218A"/>
    <w:rsid w:val="00E878EE"/>
    <w:rsid w:val="00EA1DA3"/>
    <w:rsid w:val="00EA6EC7"/>
    <w:rsid w:val="00EA7F3A"/>
    <w:rsid w:val="00EB104F"/>
    <w:rsid w:val="00EB46E5"/>
    <w:rsid w:val="00EB4ECA"/>
    <w:rsid w:val="00EB5D4D"/>
    <w:rsid w:val="00EC10AE"/>
    <w:rsid w:val="00ED0703"/>
    <w:rsid w:val="00ED14BD"/>
    <w:rsid w:val="00ED6360"/>
    <w:rsid w:val="00EE2244"/>
    <w:rsid w:val="00EE3C5F"/>
    <w:rsid w:val="00EE7882"/>
    <w:rsid w:val="00EF2058"/>
    <w:rsid w:val="00EF4DAC"/>
    <w:rsid w:val="00EF7C8E"/>
    <w:rsid w:val="00F016C7"/>
    <w:rsid w:val="00F108E9"/>
    <w:rsid w:val="00F12DEC"/>
    <w:rsid w:val="00F1715C"/>
    <w:rsid w:val="00F310F8"/>
    <w:rsid w:val="00F35939"/>
    <w:rsid w:val="00F45607"/>
    <w:rsid w:val="00F46000"/>
    <w:rsid w:val="00F46EA7"/>
    <w:rsid w:val="00F4722B"/>
    <w:rsid w:val="00F508C0"/>
    <w:rsid w:val="00F53FC4"/>
    <w:rsid w:val="00F54432"/>
    <w:rsid w:val="00F55E93"/>
    <w:rsid w:val="00F569C6"/>
    <w:rsid w:val="00F659EB"/>
    <w:rsid w:val="00F7046B"/>
    <w:rsid w:val="00F82674"/>
    <w:rsid w:val="00F86BA6"/>
    <w:rsid w:val="00F911D1"/>
    <w:rsid w:val="00F92F06"/>
    <w:rsid w:val="00F95A2C"/>
    <w:rsid w:val="00FA64F2"/>
    <w:rsid w:val="00FB6342"/>
    <w:rsid w:val="00FC6389"/>
    <w:rsid w:val="00FC661E"/>
    <w:rsid w:val="00FD2EA2"/>
    <w:rsid w:val="00FD39DE"/>
    <w:rsid w:val="00FD4743"/>
    <w:rsid w:val="00FD6982"/>
    <w:rsid w:val="00FE4333"/>
    <w:rsid w:val="00FE6AEC"/>
    <w:rsid w:val="00FE6D2B"/>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37DC8"/>
  <w14:defaultImageDpi w14:val="32767"/>
  <w15:docId w15:val="{502ABCD7-20F2-4BB5-9032-B3960C00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dobr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A9BA03C-AE30-45BE-A65D-D7F38616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28</TotalTime>
  <Pages>32</Pages>
  <Words>13190</Words>
  <Characters>77821</Characters>
  <Application>Microsoft Office Word</Application>
  <DocSecurity>0</DocSecurity>
  <Lines>648</Lines>
  <Paragraphs>181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7</cp:revision>
  <cp:lastPrinted>2020-06-09T08:26:00Z</cp:lastPrinted>
  <dcterms:created xsi:type="dcterms:W3CDTF">2020-06-09T06:59:00Z</dcterms:created>
  <dcterms:modified xsi:type="dcterms:W3CDTF">2020-06-12T11:50:00Z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